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BECB19" w14:textId="2AF7CE7D" w:rsidR="007B18B8" w:rsidRPr="001A40E2" w:rsidRDefault="008A5835" w:rsidP="007B18B8">
      <w:pPr>
        <w:spacing w:after="180"/>
        <w:rPr>
          <w:b/>
          <w:sz w:val="44"/>
          <w:szCs w:val="44"/>
        </w:rPr>
      </w:pPr>
      <w:r>
        <w:rPr>
          <w:b/>
          <w:sz w:val="44"/>
          <w:szCs w:val="44"/>
        </w:rPr>
        <w:t>Telling the story</w:t>
      </w:r>
    </w:p>
    <w:p w14:paraId="63825A9E" w14:textId="77777777" w:rsidR="007B18B8" w:rsidRDefault="007B18B8" w:rsidP="007B18B8">
      <w:pPr>
        <w:spacing w:after="180"/>
      </w:pPr>
    </w:p>
    <w:p w14:paraId="4A4CB68A" w14:textId="4270EC8F" w:rsidR="00AE26C3" w:rsidRPr="00AE26C3" w:rsidRDefault="00AE26C3" w:rsidP="00AE26C3">
      <w:pPr>
        <w:spacing w:after="360"/>
        <w:ind w:left="425" w:hanging="425"/>
        <w:rPr>
          <w:noProof/>
        </w:rPr>
      </w:pPr>
      <w:r w:rsidRPr="00AE26C3">
        <w:rPr>
          <w:noProof/>
          <w:lang w:val="en-US"/>
        </w:rPr>
        <w:t>This graph shows part of Sammy’s journey to the shops.</w:t>
      </w:r>
    </w:p>
    <w:p w14:paraId="763C7367" w14:textId="2013D24E" w:rsidR="008A5835" w:rsidRDefault="00AE26C3" w:rsidP="00AE26C3">
      <w:pPr>
        <w:spacing w:after="180"/>
        <w:jc w:val="center"/>
      </w:pPr>
      <w:r>
        <w:rPr>
          <w:noProof/>
        </w:rPr>
        <w:drawing>
          <wp:inline distT="0" distB="0" distL="0" distR="0" wp14:anchorId="03EDCF30" wp14:editId="1F5B38A9">
            <wp:extent cx="3976250" cy="2340000"/>
            <wp:effectExtent l="0" t="0" r="5715" b="31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76250" cy="2340000"/>
                    </a:xfrm>
                    <a:prstGeom prst="rect">
                      <a:avLst/>
                    </a:prstGeom>
                    <a:noFill/>
                  </pic:spPr>
                </pic:pic>
              </a:graphicData>
            </a:graphic>
          </wp:inline>
        </w:drawing>
      </w:r>
      <w:r w:rsidR="008A5835">
        <w:t>.</w:t>
      </w:r>
    </w:p>
    <w:p w14:paraId="71BC084C" w14:textId="0CFF5152" w:rsidR="008A5835" w:rsidRPr="00083863" w:rsidRDefault="00083863" w:rsidP="00083863">
      <w:pPr>
        <w:spacing w:before="480" w:after="120"/>
        <w:ind w:left="426" w:hanging="426"/>
        <w:rPr>
          <w:sz w:val="28"/>
          <w:szCs w:val="28"/>
        </w:rPr>
      </w:pPr>
      <w:r w:rsidRPr="00083863">
        <w:rPr>
          <w:b/>
          <w:sz w:val="28"/>
          <w:szCs w:val="28"/>
        </w:rPr>
        <w:t>1.</w:t>
      </w:r>
      <w:r>
        <w:rPr>
          <w:sz w:val="28"/>
          <w:szCs w:val="28"/>
        </w:rPr>
        <w:tab/>
      </w:r>
      <w:r w:rsidR="00DF3A8F" w:rsidRPr="00083863">
        <w:rPr>
          <w:sz w:val="28"/>
          <w:szCs w:val="28"/>
        </w:rPr>
        <w:t>What is the best description of Sammy’s journey</w:t>
      </w:r>
      <w:r w:rsidR="008A5835" w:rsidRPr="00083863">
        <w:rPr>
          <w:sz w:val="28"/>
          <w:szCs w:val="28"/>
        </w:rPr>
        <w:t>?</w:t>
      </w:r>
    </w:p>
    <w:p w14:paraId="12621320" w14:textId="77777777" w:rsidR="007B18B8" w:rsidRPr="00FB2831" w:rsidRDefault="007B18B8" w:rsidP="00AE26C3">
      <w:pPr>
        <w:spacing w:after="240"/>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647" w:type="dxa"/>
        <w:tblInd w:w="142" w:type="dxa"/>
        <w:tblLayout w:type="fixed"/>
        <w:tblLook w:val="01E0" w:firstRow="1" w:lastRow="1" w:firstColumn="1" w:lastColumn="1" w:noHBand="0" w:noVBand="0"/>
      </w:tblPr>
      <w:tblGrid>
        <w:gridCol w:w="567"/>
        <w:gridCol w:w="7513"/>
        <w:gridCol w:w="567"/>
      </w:tblGrid>
      <w:tr w:rsidR="007B18B8" w:rsidRPr="00AE07E9" w14:paraId="78042406" w14:textId="77777777" w:rsidTr="00AE26C3">
        <w:trPr>
          <w:cantSplit/>
          <w:trHeight w:hRule="exact" w:val="567"/>
        </w:trPr>
        <w:tc>
          <w:tcPr>
            <w:tcW w:w="567" w:type="dxa"/>
            <w:vAlign w:val="center"/>
          </w:tcPr>
          <w:p w14:paraId="578463DA" w14:textId="77777777"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513" w:type="dxa"/>
            <w:tcBorders>
              <w:right w:val="single" w:sz="4" w:space="0" w:color="auto"/>
            </w:tcBorders>
            <w:vAlign w:val="center"/>
          </w:tcPr>
          <w:p w14:paraId="0CF78900" w14:textId="46F28776" w:rsidR="007B18B8" w:rsidRPr="009F3146" w:rsidRDefault="00AE26C3" w:rsidP="00AE26C3">
            <w:pPr>
              <w:tabs>
                <w:tab w:val="right" w:leader="dot" w:pos="8680"/>
              </w:tabs>
              <w:ind w:right="178"/>
            </w:pPr>
            <w:r w:rsidRPr="00AE26C3">
              <w:rPr>
                <w:lang w:val="en-US"/>
              </w:rPr>
              <w:t>Sammy walks up a hill, along the level, and then down a steeper hill.</w:t>
            </w:r>
          </w:p>
        </w:tc>
        <w:tc>
          <w:tcPr>
            <w:tcW w:w="567" w:type="dxa"/>
            <w:tcBorders>
              <w:top w:val="single" w:sz="4" w:space="0" w:color="auto"/>
              <w:left w:val="single" w:sz="4" w:space="0" w:color="auto"/>
              <w:bottom w:val="single" w:sz="4" w:space="0" w:color="auto"/>
              <w:right w:val="single" w:sz="4" w:space="0" w:color="auto"/>
            </w:tcBorders>
          </w:tcPr>
          <w:p w14:paraId="0F4F8092" w14:textId="77777777" w:rsidR="007B18B8" w:rsidRPr="00AE07E9" w:rsidRDefault="007B18B8" w:rsidP="00677EDD">
            <w:pPr>
              <w:tabs>
                <w:tab w:val="right" w:leader="dot" w:pos="8680"/>
              </w:tabs>
              <w:rPr>
                <w:rFonts w:eastAsia="Times New Roman" w:cs="Times New Roman"/>
                <w:lang w:eastAsia="en-GB"/>
              </w:rPr>
            </w:pPr>
          </w:p>
        </w:tc>
      </w:tr>
      <w:tr w:rsidR="007B18B8" w:rsidRPr="00AE07E9" w14:paraId="3CBEB9BD" w14:textId="77777777" w:rsidTr="00AE26C3">
        <w:trPr>
          <w:cantSplit/>
          <w:trHeight w:hRule="exact" w:val="170"/>
        </w:trPr>
        <w:tc>
          <w:tcPr>
            <w:tcW w:w="567" w:type="dxa"/>
            <w:vAlign w:val="center"/>
          </w:tcPr>
          <w:p w14:paraId="51E6E2DB" w14:textId="77777777"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513" w:type="dxa"/>
          </w:tcPr>
          <w:p w14:paraId="2199BBF5" w14:textId="77777777" w:rsidR="007B18B8" w:rsidRPr="00AE07E9" w:rsidRDefault="007B18B8" w:rsidP="00AE26C3">
            <w:pPr>
              <w:tabs>
                <w:tab w:val="right" w:leader="dot" w:pos="8680"/>
              </w:tabs>
              <w:ind w:right="178"/>
              <w:rPr>
                <w:rFonts w:eastAsia="Times New Roman" w:cs="Times New Roman"/>
                <w:lang w:eastAsia="en-GB"/>
              </w:rPr>
            </w:pPr>
          </w:p>
        </w:tc>
        <w:tc>
          <w:tcPr>
            <w:tcW w:w="567" w:type="dxa"/>
            <w:tcBorders>
              <w:top w:val="single" w:sz="4" w:space="0" w:color="auto"/>
              <w:bottom w:val="single" w:sz="4" w:space="0" w:color="auto"/>
            </w:tcBorders>
          </w:tcPr>
          <w:p w14:paraId="21CC7C06" w14:textId="77777777" w:rsidR="007B18B8" w:rsidRPr="00AE07E9" w:rsidRDefault="007B18B8" w:rsidP="00677EDD">
            <w:pPr>
              <w:tabs>
                <w:tab w:val="right" w:leader="dot" w:pos="8680"/>
              </w:tabs>
              <w:rPr>
                <w:rFonts w:eastAsia="Times New Roman" w:cs="Times New Roman"/>
                <w:lang w:eastAsia="en-GB"/>
              </w:rPr>
            </w:pPr>
          </w:p>
        </w:tc>
      </w:tr>
      <w:tr w:rsidR="007B18B8" w:rsidRPr="00AE07E9" w14:paraId="26047B9E" w14:textId="77777777" w:rsidTr="00AE26C3">
        <w:trPr>
          <w:cantSplit/>
          <w:trHeight w:hRule="exact" w:val="567"/>
        </w:trPr>
        <w:tc>
          <w:tcPr>
            <w:tcW w:w="567" w:type="dxa"/>
            <w:vAlign w:val="center"/>
          </w:tcPr>
          <w:p w14:paraId="7BE84D0A" w14:textId="77777777"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513" w:type="dxa"/>
            <w:tcBorders>
              <w:right w:val="single" w:sz="4" w:space="0" w:color="auto"/>
            </w:tcBorders>
            <w:vAlign w:val="center"/>
          </w:tcPr>
          <w:p w14:paraId="19E0807B" w14:textId="072BD5BE" w:rsidR="007B18B8" w:rsidRPr="009F3146" w:rsidRDefault="00AE26C3" w:rsidP="00AE26C3">
            <w:pPr>
              <w:tabs>
                <w:tab w:val="right" w:leader="dot" w:pos="8680"/>
              </w:tabs>
              <w:ind w:right="178"/>
            </w:pPr>
            <w:r w:rsidRPr="00AE26C3">
              <w:rPr>
                <w:lang w:val="en-US"/>
              </w:rPr>
              <w:t>Sammy walks at a steady speed, stops for a bit, and then returns home at a steady speed, faster than before.</w:t>
            </w:r>
          </w:p>
        </w:tc>
        <w:tc>
          <w:tcPr>
            <w:tcW w:w="567" w:type="dxa"/>
            <w:tcBorders>
              <w:top w:val="single" w:sz="4" w:space="0" w:color="auto"/>
              <w:left w:val="single" w:sz="4" w:space="0" w:color="auto"/>
              <w:bottom w:val="single" w:sz="4" w:space="0" w:color="auto"/>
              <w:right w:val="single" w:sz="4" w:space="0" w:color="auto"/>
            </w:tcBorders>
          </w:tcPr>
          <w:p w14:paraId="54ADAE4C" w14:textId="77777777" w:rsidR="007B18B8" w:rsidRPr="00AE07E9" w:rsidRDefault="007B18B8" w:rsidP="00677EDD">
            <w:pPr>
              <w:tabs>
                <w:tab w:val="right" w:leader="dot" w:pos="8680"/>
              </w:tabs>
              <w:rPr>
                <w:rFonts w:eastAsia="Times New Roman" w:cs="Times New Roman"/>
                <w:lang w:eastAsia="en-GB"/>
              </w:rPr>
            </w:pPr>
          </w:p>
        </w:tc>
      </w:tr>
      <w:tr w:rsidR="007B18B8" w:rsidRPr="00AE07E9" w14:paraId="36C587CE" w14:textId="77777777" w:rsidTr="00AE26C3">
        <w:trPr>
          <w:cantSplit/>
          <w:trHeight w:hRule="exact" w:val="170"/>
        </w:trPr>
        <w:tc>
          <w:tcPr>
            <w:tcW w:w="567" w:type="dxa"/>
            <w:vAlign w:val="center"/>
          </w:tcPr>
          <w:p w14:paraId="1507265B" w14:textId="77777777" w:rsidR="007B18B8" w:rsidRPr="00AE07E9" w:rsidRDefault="007B18B8" w:rsidP="00677EDD">
            <w:pPr>
              <w:tabs>
                <w:tab w:val="right" w:leader="dot" w:pos="8680"/>
              </w:tabs>
              <w:jc w:val="center"/>
              <w:rPr>
                <w:rFonts w:eastAsia="Times New Roman" w:cs="Times New Roman"/>
                <w:b/>
                <w:lang w:eastAsia="en-GB"/>
              </w:rPr>
            </w:pPr>
          </w:p>
        </w:tc>
        <w:tc>
          <w:tcPr>
            <w:tcW w:w="7513" w:type="dxa"/>
          </w:tcPr>
          <w:p w14:paraId="4E572F40" w14:textId="77777777" w:rsidR="007B18B8" w:rsidRPr="00AE07E9" w:rsidRDefault="007B18B8" w:rsidP="00AE26C3">
            <w:pPr>
              <w:tabs>
                <w:tab w:val="right" w:leader="dot" w:pos="8680"/>
              </w:tabs>
              <w:ind w:right="178"/>
              <w:rPr>
                <w:rFonts w:eastAsia="Times New Roman" w:cs="Times New Roman"/>
                <w:lang w:eastAsia="en-GB"/>
              </w:rPr>
            </w:pPr>
          </w:p>
        </w:tc>
        <w:tc>
          <w:tcPr>
            <w:tcW w:w="567" w:type="dxa"/>
            <w:tcBorders>
              <w:top w:val="single" w:sz="4" w:space="0" w:color="auto"/>
              <w:bottom w:val="single" w:sz="4" w:space="0" w:color="auto"/>
            </w:tcBorders>
          </w:tcPr>
          <w:p w14:paraId="01BC7AF4" w14:textId="77777777" w:rsidR="007B18B8" w:rsidRPr="00AE07E9" w:rsidRDefault="007B18B8" w:rsidP="00677EDD">
            <w:pPr>
              <w:tabs>
                <w:tab w:val="right" w:leader="dot" w:pos="8680"/>
              </w:tabs>
              <w:rPr>
                <w:rFonts w:eastAsia="Times New Roman" w:cs="Times New Roman"/>
                <w:lang w:eastAsia="en-GB"/>
              </w:rPr>
            </w:pPr>
          </w:p>
        </w:tc>
      </w:tr>
      <w:tr w:rsidR="007B18B8" w:rsidRPr="00AE07E9" w14:paraId="463A3C25" w14:textId="77777777" w:rsidTr="00AE26C3">
        <w:trPr>
          <w:cantSplit/>
          <w:trHeight w:hRule="exact" w:val="567"/>
        </w:trPr>
        <w:tc>
          <w:tcPr>
            <w:tcW w:w="567" w:type="dxa"/>
            <w:vAlign w:val="center"/>
          </w:tcPr>
          <w:p w14:paraId="52F7C746" w14:textId="77777777"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513" w:type="dxa"/>
            <w:tcBorders>
              <w:right w:val="single" w:sz="4" w:space="0" w:color="auto"/>
            </w:tcBorders>
            <w:vAlign w:val="center"/>
          </w:tcPr>
          <w:p w14:paraId="06A4A652" w14:textId="6AA8C13B" w:rsidR="007B18B8" w:rsidRPr="009F3146" w:rsidRDefault="00AE26C3" w:rsidP="00AE26C3">
            <w:pPr>
              <w:tabs>
                <w:tab w:val="right" w:leader="dot" w:pos="8680"/>
              </w:tabs>
              <w:ind w:right="178"/>
            </w:pPr>
            <w:r w:rsidRPr="00AE26C3">
              <w:rPr>
                <w:lang w:val="en-US"/>
              </w:rPr>
              <w:t>Sammy gradually speeds up, walks at a steady speed, and then slows down quickly.</w:t>
            </w:r>
          </w:p>
        </w:tc>
        <w:tc>
          <w:tcPr>
            <w:tcW w:w="567" w:type="dxa"/>
            <w:tcBorders>
              <w:top w:val="single" w:sz="4" w:space="0" w:color="auto"/>
              <w:left w:val="single" w:sz="4" w:space="0" w:color="auto"/>
              <w:bottom w:val="single" w:sz="4" w:space="0" w:color="auto"/>
              <w:right w:val="single" w:sz="4" w:space="0" w:color="auto"/>
            </w:tcBorders>
          </w:tcPr>
          <w:p w14:paraId="758D3BC0" w14:textId="77777777" w:rsidR="007B18B8" w:rsidRPr="00AE07E9" w:rsidRDefault="007B18B8" w:rsidP="00677EDD">
            <w:pPr>
              <w:tabs>
                <w:tab w:val="right" w:leader="dot" w:pos="8680"/>
              </w:tabs>
              <w:rPr>
                <w:rFonts w:eastAsia="Times New Roman" w:cs="Times New Roman"/>
                <w:lang w:eastAsia="en-GB"/>
              </w:rPr>
            </w:pPr>
          </w:p>
        </w:tc>
      </w:tr>
      <w:tr w:rsidR="007B18B8" w:rsidRPr="00AE07E9" w14:paraId="5944C987" w14:textId="77777777" w:rsidTr="00AE26C3">
        <w:trPr>
          <w:cantSplit/>
          <w:trHeight w:hRule="exact" w:val="170"/>
        </w:trPr>
        <w:tc>
          <w:tcPr>
            <w:tcW w:w="567" w:type="dxa"/>
            <w:vAlign w:val="center"/>
          </w:tcPr>
          <w:p w14:paraId="432239F9" w14:textId="77777777" w:rsidR="007B18B8" w:rsidRPr="00AE07E9" w:rsidRDefault="007B18B8" w:rsidP="00677EDD">
            <w:pPr>
              <w:tabs>
                <w:tab w:val="right" w:leader="dot" w:pos="8680"/>
              </w:tabs>
              <w:jc w:val="center"/>
              <w:rPr>
                <w:rFonts w:eastAsia="Times New Roman" w:cs="Times New Roman"/>
                <w:b/>
                <w:lang w:eastAsia="en-GB"/>
              </w:rPr>
            </w:pPr>
          </w:p>
        </w:tc>
        <w:tc>
          <w:tcPr>
            <w:tcW w:w="7513" w:type="dxa"/>
          </w:tcPr>
          <w:p w14:paraId="1316D9D4" w14:textId="77777777" w:rsidR="007B18B8" w:rsidRPr="00AE07E9" w:rsidRDefault="007B18B8" w:rsidP="00AE26C3">
            <w:pPr>
              <w:tabs>
                <w:tab w:val="right" w:leader="dot" w:pos="8680"/>
              </w:tabs>
              <w:ind w:right="178"/>
              <w:rPr>
                <w:rFonts w:eastAsia="Times New Roman" w:cs="Times New Roman"/>
                <w:lang w:eastAsia="en-GB"/>
              </w:rPr>
            </w:pPr>
          </w:p>
        </w:tc>
        <w:tc>
          <w:tcPr>
            <w:tcW w:w="567" w:type="dxa"/>
            <w:tcBorders>
              <w:top w:val="single" w:sz="4" w:space="0" w:color="auto"/>
              <w:bottom w:val="single" w:sz="4" w:space="0" w:color="auto"/>
            </w:tcBorders>
          </w:tcPr>
          <w:p w14:paraId="6EAF61B8" w14:textId="77777777" w:rsidR="007B18B8" w:rsidRPr="00AE07E9" w:rsidRDefault="007B18B8" w:rsidP="00677EDD">
            <w:pPr>
              <w:tabs>
                <w:tab w:val="right" w:leader="dot" w:pos="8680"/>
              </w:tabs>
              <w:rPr>
                <w:rFonts w:eastAsia="Times New Roman" w:cs="Times New Roman"/>
                <w:lang w:eastAsia="en-GB"/>
              </w:rPr>
            </w:pPr>
          </w:p>
        </w:tc>
      </w:tr>
      <w:tr w:rsidR="007B18B8" w:rsidRPr="00AE07E9" w14:paraId="180DCB65" w14:textId="77777777" w:rsidTr="00AE26C3">
        <w:trPr>
          <w:cantSplit/>
          <w:trHeight w:hRule="exact" w:val="567"/>
        </w:trPr>
        <w:tc>
          <w:tcPr>
            <w:tcW w:w="567" w:type="dxa"/>
            <w:vAlign w:val="center"/>
          </w:tcPr>
          <w:p w14:paraId="3EF41948" w14:textId="77777777"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513" w:type="dxa"/>
            <w:tcBorders>
              <w:right w:val="single" w:sz="4" w:space="0" w:color="auto"/>
            </w:tcBorders>
            <w:vAlign w:val="center"/>
          </w:tcPr>
          <w:p w14:paraId="357AC5CF" w14:textId="5F644729" w:rsidR="007B18B8" w:rsidRPr="009F3146" w:rsidRDefault="00AE26C3" w:rsidP="00AE26C3">
            <w:pPr>
              <w:tabs>
                <w:tab w:val="right" w:leader="dot" w:pos="8680"/>
              </w:tabs>
              <w:ind w:right="178"/>
            </w:pPr>
            <w:r w:rsidRPr="00AE26C3">
              <w:rPr>
                <w:lang w:val="en-US"/>
              </w:rPr>
              <w:t>Sammy gradually speeds up, stops for a bit, then returns home, slowing down on the way.</w:t>
            </w:r>
          </w:p>
        </w:tc>
        <w:tc>
          <w:tcPr>
            <w:tcW w:w="567" w:type="dxa"/>
            <w:tcBorders>
              <w:top w:val="single" w:sz="4" w:space="0" w:color="auto"/>
              <w:left w:val="single" w:sz="4" w:space="0" w:color="auto"/>
              <w:bottom w:val="single" w:sz="4" w:space="0" w:color="auto"/>
              <w:right w:val="single" w:sz="4" w:space="0" w:color="auto"/>
            </w:tcBorders>
          </w:tcPr>
          <w:p w14:paraId="42036A32" w14:textId="77777777" w:rsidR="007B18B8" w:rsidRPr="00AE07E9" w:rsidRDefault="007B18B8" w:rsidP="00677EDD">
            <w:pPr>
              <w:tabs>
                <w:tab w:val="right" w:leader="dot" w:pos="8680"/>
              </w:tabs>
              <w:rPr>
                <w:rFonts w:eastAsia="Times New Roman" w:cs="Times New Roman"/>
                <w:lang w:eastAsia="en-GB"/>
              </w:rPr>
            </w:pPr>
          </w:p>
        </w:tc>
      </w:tr>
    </w:tbl>
    <w:p w14:paraId="6DB09E75" w14:textId="77777777" w:rsidR="00201AC2" w:rsidRPr="00201AC2" w:rsidRDefault="00201AC2" w:rsidP="006F3279">
      <w:pPr>
        <w:spacing w:after="240"/>
        <w:rPr>
          <w:szCs w:val="18"/>
        </w:rPr>
      </w:pPr>
    </w:p>
    <w:p w14:paraId="2BBBDC0D" w14:textId="3573AA67" w:rsidR="008A5835" w:rsidRDefault="008A5835">
      <w:pPr>
        <w:spacing w:after="200" w:line="276" w:lineRule="auto"/>
        <w:rPr>
          <w:szCs w:val="18"/>
        </w:rPr>
      </w:pPr>
      <w:r>
        <w:rPr>
          <w:szCs w:val="18"/>
        </w:rPr>
        <w:br w:type="page"/>
      </w:r>
    </w:p>
    <w:p w14:paraId="155A8BDE" w14:textId="7BB071B7" w:rsidR="008A5835" w:rsidRPr="00AE26C3" w:rsidRDefault="008A5835" w:rsidP="00AE26C3">
      <w:pPr>
        <w:spacing w:after="180"/>
        <w:rPr>
          <w:sz w:val="44"/>
          <w:szCs w:val="18"/>
        </w:rPr>
      </w:pPr>
    </w:p>
    <w:p w14:paraId="202B0E36" w14:textId="6EC91327" w:rsidR="008A5835" w:rsidRDefault="008A5835" w:rsidP="00AE26C3">
      <w:pPr>
        <w:spacing w:after="180"/>
        <w:rPr>
          <w:szCs w:val="18"/>
        </w:rPr>
      </w:pPr>
    </w:p>
    <w:p w14:paraId="72B40EFF" w14:textId="77777777" w:rsidR="00AE26C3" w:rsidRDefault="008A5835" w:rsidP="00AE26C3">
      <w:pPr>
        <w:spacing w:line="276" w:lineRule="auto"/>
        <w:rPr>
          <w:szCs w:val="18"/>
        </w:rPr>
      </w:pPr>
      <w:r w:rsidRPr="008A5835">
        <w:rPr>
          <w:szCs w:val="18"/>
        </w:rPr>
        <w:t>Sammy goes for a walk on another day.</w:t>
      </w:r>
      <w:r w:rsidR="004D287A">
        <w:rPr>
          <w:szCs w:val="18"/>
        </w:rPr>
        <w:t xml:space="preserve"> </w:t>
      </w:r>
    </w:p>
    <w:p w14:paraId="59BC5DE0" w14:textId="304F7123" w:rsidR="008A5835" w:rsidRDefault="008A5835" w:rsidP="00AE26C3">
      <w:pPr>
        <w:spacing w:after="360"/>
        <w:rPr>
          <w:szCs w:val="18"/>
        </w:rPr>
      </w:pPr>
      <w:r w:rsidRPr="008A5835">
        <w:rPr>
          <w:szCs w:val="18"/>
        </w:rPr>
        <w:t>The graph shows her journey.</w:t>
      </w:r>
    </w:p>
    <w:p w14:paraId="7D81B4D8" w14:textId="2D8ACED1" w:rsidR="008A5835" w:rsidRDefault="00AE26C3" w:rsidP="00AE26C3">
      <w:pPr>
        <w:spacing w:after="240"/>
        <w:jc w:val="center"/>
        <w:rPr>
          <w:szCs w:val="18"/>
        </w:rPr>
      </w:pPr>
      <w:r>
        <w:rPr>
          <w:noProof/>
          <w:szCs w:val="18"/>
        </w:rPr>
        <w:drawing>
          <wp:inline distT="0" distB="0" distL="0" distR="0" wp14:anchorId="59890932" wp14:editId="13AEB481">
            <wp:extent cx="3865700" cy="2340000"/>
            <wp:effectExtent l="0" t="0" r="1905" b="317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65700" cy="2340000"/>
                    </a:xfrm>
                    <a:prstGeom prst="rect">
                      <a:avLst/>
                    </a:prstGeom>
                    <a:noFill/>
                  </pic:spPr>
                </pic:pic>
              </a:graphicData>
            </a:graphic>
          </wp:inline>
        </w:drawing>
      </w:r>
    </w:p>
    <w:p w14:paraId="2E6366A0" w14:textId="34F5D763" w:rsidR="00DF3A8F" w:rsidRPr="00083863" w:rsidRDefault="00083863" w:rsidP="00083863">
      <w:pPr>
        <w:spacing w:before="480" w:after="120"/>
        <w:ind w:left="426" w:hanging="426"/>
        <w:rPr>
          <w:sz w:val="28"/>
          <w:szCs w:val="28"/>
        </w:rPr>
      </w:pPr>
      <w:r w:rsidRPr="00083863">
        <w:rPr>
          <w:b/>
          <w:sz w:val="28"/>
          <w:szCs w:val="28"/>
        </w:rPr>
        <w:t>2.</w:t>
      </w:r>
      <w:r>
        <w:rPr>
          <w:sz w:val="28"/>
          <w:szCs w:val="28"/>
        </w:rPr>
        <w:tab/>
      </w:r>
      <w:r w:rsidR="00DF3A8F" w:rsidRPr="00083863">
        <w:rPr>
          <w:sz w:val="28"/>
          <w:szCs w:val="28"/>
        </w:rPr>
        <w:t>What is the best description of Sammy’s journey?</w:t>
      </w:r>
    </w:p>
    <w:p w14:paraId="7C4A7E31" w14:textId="2FEFD4F5" w:rsidR="008A5835" w:rsidRPr="00FB2831" w:rsidRDefault="008A5835" w:rsidP="00AE26C3">
      <w:pPr>
        <w:spacing w:after="240"/>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8A5835" w:rsidRPr="00AE07E9" w14:paraId="707E310C" w14:textId="77777777" w:rsidTr="007C358F">
        <w:trPr>
          <w:cantSplit/>
          <w:trHeight w:hRule="exact" w:val="567"/>
        </w:trPr>
        <w:tc>
          <w:tcPr>
            <w:tcW w:w="567" w:type="dxa"/>
            <w:vAlign w:val="center"/>
          </w:tcPr>
          <w:p w14:paraId="50D80919" w14:textId="77777777" w:rsidR="008A5835" w:rsidRPr="00AE07E9" w:rsidRDefault="008A5835" w:rsidP="007C358F">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0AE1E21F" w14:textId="4E0F8FEB" w:rsidR="008A5835" w:rsidRPr="009F3146" w:rsidRDefault="00AA70A7" w:rsidP="00AE26C3">
            <w:pPr>
              <w:tabs>
                <w:tab w:val="right" w:leader="dot" w:pos="8680"/>
              </w:tabs>
              <w:ind w:right="330"/>
            </w:pPr>
            <w:r>
              <w:t>Sammy walks down a hill.</w:t>
            </w:r>
          </w:p>
        </w:tc>
        <w:tc>
          <w:tcPr>
            <w:tcW w:w="567" w:type="dxa"/>
            <w:tcBorders>
              <w:top w:val="single" w:sz="4" w:space="0" w:color="auto"/>
              <w:left w:val="single" w:sz="4" w:space="0" w:color="auto"/>
              <w:bottom w:val="single" w:sz="4" w:space="0" w:color="auto"/>
              <w:right w:val="single" w:sz="4" w:space="0" w:color="auto"/>
            </w:tcBorders>
          </w:tcPr>
          <w:p w14:paraId="16AC712B" w14:textId="77777777" w:rsidR="008A5835" w:rsidRPr="00AE07E9" w:rsidRDefault="008A5835" w:rsidP="00AE26C3">
            <w:pPr>
              <w:tabs>
                <w:tab w:val="right" w:leader="dot" w:pos="8680"/>
              </w:tabs>
              <w:ind w:right="330"/>
              <w:rPr>
                <w:rFonts w:eastAsia="Times New Roman" w:cs="Times New Roman"/>
                <w:lang w:eastAsia="en-GB"/>
              </w:rPr>
            </w:pPr>
          </w:p>
        </w:tc>
      </w:tr>
      <w:tr w:rsidR="008A5835" w:rsidRPr="00AE07E9" w14:paraId="08577CF2" w14:textId="77777777" w:rsidTr="007C358F">
        <w:trPr>
          <w:cantSplit/>
          <w:trHeight w:hRule="exact" w:val="170"/>
        </w:trPr>
        <w:tc>
          <w:tcPr>
            <w:tcW w:w="567" w:type="dxa"/>
            <w:vAlign w:val="center"/>
          </w:tcPr>
          <w:p w14:paraId="342C7C91" w14:textId="77777777" w:rsidR="008A5835" w:rsidRPr="00AE07E9" w:rsidRDefault="008A5835" w:rsidP="007C358F">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29B38D09" w14:textId="77777777" w:rsidR="008A5835" w:rsidRPr="00AE07E9" w:rsidRDefault="008A5835" w:rsidP="00AE26C3">
            <w:pPr>
              <w:tabs>
                <w:tab w:val="right" w:leader="dot" w:pos="8680"/>
              </w:tabs>
              <w:ind w:right="330"/>
              <w:rPr>
                <w:rFonts w:eastAsia="Times New Roman" w:cs="Times New Roman"/>
                <w:lang w:eastAsia="en-GB"/>
              </w:rPr>
            </w:pPr>
          </w:p>
        </w:tc>
        <w:tc>
          <w:tcPr>
            <w:tcW w:w="567" w:type="dxa"/>
            <w:tcBorders>
              <w:top w:val="single" w:sz="4" w:space="0" w:color="auto"/>
              <w:bottom w:val="single" w:sz="4" w:space="0" w:color="auto"/>
            </w:tcBorders>
          </w:tcPr>
          <w:p w14:paraId="68365B3F" w14:textId="77777777" w:rsidR="008A5835" w:rsidRPr="00AE07E9" w:rsidRDefault="008A5835" w:rsidP="00AE26C3">
            <w:pPr>
              <w:tabs>
                <w:tab w:val="right" w:leader="dot" w:pos="8680"/>
              </w:tabs>
              <w:ind w:right="330"/>
              <w:rPr>
                <w:rFonts w:eastAsia="Times New Roman" w:cs="Times New Roman"/>
                <w:lang w:eastAsia="en-GB"/>
              </w:rPr>
            </w:pPr>
          </w:p>
        </w:tc>
      </w:tr>
      <w:tr w:rsidR="008A5835" w:rsidRPr="00AE07E9" w14:paraId="4449CCFA" w14:textId="77777777" w:rsidTr="007C358F">
        <w:trPr>
          <w:cantSplit/>
          <w:trHeight w:hRule="exact" w:val="567"/>
        </w:trPr>
        <w:tc>
          <w:tcPr>
            <w:tcW w:w="567" w:type="dxa"/>
            <w:vAlign w:val="center"/>
          </w:tcPr>
          <w:p w14:paraId="1F610976" w14:textId="77777777" w:rsidR="008A5835" w:rsidRPr="00AE07E9" w:rsidRDefault="008A5835" w:rsidP="007C358F">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68B4BA86" w14:textId="193F763C" w:rsidR="008A5835" w:rsidRPr="009F3146" w:rsidRDefault="00AA70A7" w:rsidP="00AE26C3">
            <w:pPr>
              <w:tabs>
                <w:tab w:val="right" w:leader="dot" w:pos="8680"/>
              </w:tabs>
              <w:ind w:right="330"/>
            </w:pPr>
            <w:r>
              <w:t>Sammy walks at a steady speed.</w:t>
            </w:r>
          </w:p>
        </w:tc>
        <w:tc>
          <w:tcPr>
            <w:tcW w:w="567" w:type="dxa"/>
            <w:tcBorders>
              <w:top w:val="single" w:sz="4" w:space="0" w:color="auto"/>
              <w:left w:val="single" w:sz="4" w:space="0" w:color="auto"/>
              <w:bottom w:val="single" w:sz="4" w:space="0" w:color="auto"/>
              <w:right w:val="single" w:sz="4" w:space="0" w:color="auto"/>
            </w:tcBorders>
          </w:tcPr>
          <w:p w14:paraId="78648B88" w14:textId="77777777" w:rsidR="008A5835" w:rsidRPr="00AE07E9" w:rsidRDefault="008A5835" w:rsidP="00AE26C3">
            <w:pPr>
              <w:tabs>
                <w:tab w:val="right" w:leader="dot" w:pos="8680"/>
              </w:tabs>
              <w:ind w:right="330"/>
              <w:rPr>
                <w:rFonts w:eastAsia="Times New Roman" w:cs="Times New Roman"/>
                <w:lang w:eastAsia="en-GB"/>
              </w:rPr>
            </w:pPr>
          </w:p>
        </w:tc>
      </w:tr>
      <w:tr w:rsidR="008A5835" w:rsidRPr="00AE07E9" w14:paraId="56335795" w14:textId="77777777" w:rsidTr="007C358F">
        <w:trPr>
          <w:cantSplit/>
          <w:trHeight w:hRule="exact" w:val="170"/>
        </w:trPr>
        <w:tc>
          <w:tcPr>
            <w:tcW w:w="567" w:type="dxa"/>
            <w:vAlign w:val="center"/>
          </w:tcPr>
          <w:p w14:paraId="5E49744D" w14:textId="77777777" w:rsidR="008A5835" w:rsidRPr="00AE07E9" w:rsidRDefault="008A5835" w:rsidP="007C358F">
            <w:pPr>
              <w:tabs>
                <w:tab w:val="right" w:leader="dot" w:pos="8680"/>
              </w:tabs>
              <w:jc w:val="center"/>
              <w:rPr>
                <w:rFonts w:eastAsia="Times New Roman" w:cs="Times New Roman"/>
                <w:b/>
                <w:lang w:eastAsia="en-GB"/>
              </w:rPr>
            </w:pPr>
          </w:p>
        </w:tc>
        <w:tc>
          <w:tcPr>
            <w:tcW w:w="7655" w:type="dxa"/>
          </w:tcPr>
          <w:p w14:paraId="42FF93E0" w14:textId="77777777" w:rsidR="008A5835" w:rsidRPr="00AE07E9" w:rsidRDefault="008A5835" w:rsidP="00AE26C3">
            <w:pPr>
              <w:tabs>
                <w:tab w:val="right" w:leader="dot" w:pos="8680"/>
              </w:tabs>
              <w:ind w:right="330"/>
              <w:rPr>
                <w:rFonts w:eastAsia="Times New Roman" w:cs="Times New Roman"/>
                <w:lang w:eastAsia="en-GB"/>
              </w:rPr>
            </w:pPr>
          </w:p>
        </w:tc>
        <w:tc>
          <w:tcPr>
            <w:tcW w:w="567" w:type="dxa"/>
            <w:tcBorders>
              <w:top w:val="single" w:sz="4" w:space="0" w:color="auto"/>
              <w:bottom w:val="single" w:sz="4" w:space="0" w:color="auto"/>
            </w:tcBorders>
          </w:tcPr>
          <w:p w14:paraId="61D8D369" w14:textId="77777777" w:rsidR="008A5835" w:rsidRPr="00AE07E9" w:rsidRDefault="008A5835" w:rsidP="00AE26C3">
            <w:pPr>
              <w:tabs>
                <w:tab w:val="right" w:leader="dot" w:pos="8680"/>
              </w:tabs>
              <w:ind w:right="330"/>
              <w:rPr>
                <w:rFonts w:eastAsia="Times New Roman" w:cs="Times New Roman"/>
                <w:lang w:eastAsia="en-GB"/>
              </w:rPr>
            </w:pPr>
          </w:p>
        </w:tc>
      </w:tr>
      <w:tr w:rsidR="008A5835" w:rsidRPr="00AE07E9" w14:paraId="0C3D246E" w14:textId="77777777" w:rsidTr="007C358F">
        <w:trPr>
          <w:cantSplit/>
          <w:trHeight w:hRule="exact" w:val="567"/>
        </w:trPr>
        <w:tc>
          <w:tcPr>
            <w:tcW w:w="567" w:type="dxa"/>
            <w:vAlign w:val="center"/>
          </w:tcPr>
          <w:p w14:paraId="0AB3D350" w14:textId="77777777" w:rsidR="008A5835" w:rsidRPr="00AE07E9" w:rsidRDefault="008A5835" w:rsidP="007C358F">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194046D8" w14:textId="77777777" w:rsidR="00AE26C3" w:rsidRPr="00AE26C3" w:rsidRDefault="00AE26C3" w:rsidP="00AE26C3">
            <w:pPr>
              <w:tabs>
                <w:tab w:val="right" w:leader="dot" w:pos="8680"/>
              </w:tabs>
              <w:ind w:right="330"/>
            </w:pPr>
            <w:r w:rsidRPr="00AE26C3">
              <w:rPr>
                <w:lang w:val="en-US"/>
              </w:rPr>
              <w:t xml:space="preserve">Sammy walks quickly, gradually slows down, stops and turns around. </w:t>
            </w:r>
          </w:p>
          <w:p w14:paraId="51EA7EF8" w14:textId="454CB8B1" w:rsidR="00AE26C3" w:rsidRPr="00AE26C3" w:rsidRDefault="00AE26C3" w:rsidP="00AE26C3">
            <w:pPr>
              <w:tabs>
                <w:tab w:val="right" w:leader="dot" w:pos="8680"/>
              </w:tabs>
              <w:ind w:right="330"/>
            </w:pPr>
            <w:r w:rsidRPr="00AE26C3">
              <w:rPr>
                <w:lang w:val="en-US"/>
              </w:rPr>
              <w:t>On the way back</w:t>
            </w:r>
            <w:r>
              <w:rPr>
                <w:lang w:val="en-US"/>
              </w:rPr>
              <w:t>,</w:t>
            </w:r>
            <w:r w:rsidRPr="00AE26C3">
              <w:rPr>
                <w:lang w:val="en-US"/>
              </w:rPr>
              <w:t xml:space="preserve"> she speeds up again.</w:t>
            </w:r>
          </w:p>
          <w:p w14:paraId="2FBE51EC" w14:textId="290AAA9E" w:rsidR="008A5835" w:rsidRPr="009F3146" w:rsidRDefault="008A5835" w:rsidP="00AE26C3">
            <w:pPr>
              <w:tabs>
                <w:tab w:val="right" w:leader="dot" w:pos="8680"/>
              </w:tabs>
              <w:ind w:right="330"/>
            </w:pPr>
          </w:p>
        </w:tc>
        <w:tc>
          <w:tcPr>
            <w:tcW w:w="567" w:type="dxa"/>
            <w:tcBorders>
              <w:top w:val="single" w:sz="4" w:space="0" w:color="auto"/>
              <w:left w:val="single" w:sz="4" w:space="0" w:color="auto"/>
              <w:bottom w:val="single" w:sz="4" w:space="0" w:color="auto"/>
              <w:right w:val="single" w:sz="4" w:space="0" w:color="auto"/>
            </w:tcBorders>
          </w:tcPr>
          <w:p w14:paraId="33598481" w14:textId="77777777" w:rsidR="008A5835" w:rsidRPr="00AE07E9" w:rsidRDefault="008A5835" w:rsidP="00AE26C3">
            <w:pPr>
              <w:tabs>
                <w:tab w:val="right" w:leader="dot" w:pos="8680"/>
              </w:tabs>
              <w:ind w:right="330"/>
              <w:rPr>
                <w:rFonts w:eastAsia="Times New Roman" w:cs="Times New Roman"/>
                <w:lang w:eastAsia="en-GB"/>
              </w:rPr>
            </w:pPr>
          </w:p>
        </w:tc>
      </w:tr>
      <w:tr w:rsidR="008A5835" w:rsidRPr="00AE07E9" w14:paraId="60276923" w14:textId="77777777" w:rsidTr="007C358F">
        <w:trPr>
          <w:cantSplit/>
          <w:trHeight w:hRule="exact" w:val="170"/>
        </w:trPr>
        <w:tc>
          <w:tcPr>
            <w:tcW w:w="567" w:type="dxa"/>
            <w:vAlign w:val="center"/>
          </w:tcPr>
          <w:p w14:paraId="20AB4217" w14:textId="77777777" w:rsidR="008A5835" w:rsidRPr="00AE07E9" w:rsidRDefault="008A5835" w:rsidP="007C358F">
            <w:pPr>
              <w:tabs>
                <w:tab w:val="right" w:leader="dot" w:pos="8680"/>
              </w:tabs>
              <w:jc w:val="center"/>
              <w:rPr>
                <w:rFonts w:eastAsia="Times New Roman" w:cs="Times New Roman"/>
                <w:b/>
                <w:lang w:eastAsia="en-GB"/>
              </w:rPr>
            </w:pPr>
          </w:p>
        </w:tc>
        <w:tc>
          <w:tcPr>
            <w:tcW w:w="7655" w:type="dxa"/>
          </w:tcPr>
          <w:p w14:paraId="651333AF" w14:textId="77777777" w:rsidR="008A5835" w:rsidRPr="00AE07E9" w:rsidRDefault="008A5835" w:rsidP="00AE26C3">
            <w:pPr>
              <w:tabs>
                <w:tab w:val="right" w:leader="dot" w:pos="8680"/>
              </w:tabs>
              <w:ind w:right="330"/>
              <w:rPr>
                <w:rFonts w:eastAsia="Times New Roman" w:cs="Times New Roman"/>
                <w:lang w:eastAsia="en-GB"/>
              </w:rPr>
            </w:pPr>
          </w:p>
        </w:tc>
        <w:tc>
          <w:tcPr>
            <w:tcW w:w="567" w:type="dxa"/>
            <w:tcBorders>
              <w:top w:val="single" w:sz="4" w:space="0" w:color="auto"/>
              <w:bottom w:val="single" w:sz="4" w:space="0" w:color="auto"/>
            </w:tcBorders>
          </w:tcPr>
          <w:p w14:paraId="2CB2BDC8" w14:textId="77777777" w:rsidR="008A5835" w:rsidRPr="00AE07E9" w:rsidRDefault="008A5835" w:rsidP="00AE26C3">
            <w:pPr>
              <w:tabs>
                <w:tab w:val="right" w:leader="dot" w:pos="8680"/>
              </w:tabs>
              <w:ind w:right="330"/>
              <w:rPr>
                <w:rFonts w:eastAsia="Times New Roman" w:cs="Times New Roman"/>
                <w:lang w:eastAsia="en-GB"/>
              </w:rPr>
            </w:pPr>
          </w:p>
        </w:tc>
      </w:tr>
      <w:tr w:rsidR="008A5835" w:rsidRPr="00AE07E9" w14:paraId="42B21CFA" w14:textId="77777777" w:rsidTr="007C358F">
        <w:trPr>
          <w:cantSplit/>
          <w:trHeight w:hRule="exact" w:val="567"/>
        </w:trPr>
        <w:tc>
          <w:tcPr>
            <w:tcW w:w="567" w:type="dxa"/>
            <w:vAlign w:val="center"/>
          </w:tcPr>
          <w:p w14:paraId="62F9487E" w14:textId="77777777" w:rsidR="008A5835" w:rsidRPr="00AE07E9" w:rsidRDefault="008A5835" w:rsidP="007C358F">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105EEF61" w14:textId="56DA8F0F" w:rsidR="008A5835" w:rsidRPr="009F3146" w:rsidRDefault="00AE26C3" w:rsidP="00AE26C3">
            <w:pPr>
              <w:tabs>
                <w:tab w:val="right" w:leader="dot" w:pos="8680"/>
              </w:tabs>
              <w:ind w:right="330"/>
            </w:pPr>
            <w:r w:rsidRPr="00AE26C3">
              <w:rPr>
                <w:lang w:val="en-US"/>
              </w:rPr>
              <w:t>Sammy walks at a steady speed, then turns around and walks back at a steady speed.</w:t>
            </w:r>
          </w:p>
        </w:tc>
        <w:tc>
          <w:tcPr>
            <w:tcW w:w="567" w:type="dxa"/>
            <w:tcBorders>
              <w:top w:val="single" w:sz="4" w:space="0" w:color="auto"/>
              <w:left w:val="single" w:sz="4" w:space="0" w:color="auto"/>
              <w:bottom w:val="single" w:sz="4" w:space="0" w:color="auto"/>
              <w:right w:val="single" w:sz="4" w:space="0" w:color="auto"/>
            </w:tcBorders>
          </w:tcPr>
          <w:p w14:paraId="25121B68" w14:textId="77777777" w:rsidR="008A5835" w:rsidRPr="00AE07E9" w:rsidRDefault="008A5835" w:rsidP="00AE26C3">
            <w:pPr>
              <w:tabs>
                <w:tab w:val="right" w:leader="dot" w:pos="8680"/>
              </w:tabs>
              <w:ind w:right="330"/>
              <w:rPr>
                <w:rFonts w:eastAsia="Times New Roman" w:cs="Times New Roman"/>
                <w:lang w:eastAsia="en-GB"/>
              </w:rPr>
            </w:pPr>
          </w:p>
        </w:tc>
      </w:tr>
      <w:tr w:rsidR="008A5835" w:rsidRPr="00AE07E9" w14:paraId="3651AAD4" w14:textId="77777777" w:rsidTr="007C358F">
        <w:trPr>
          <w:cantSplit/>
          <w:trHeight w:hRule="exact" w:val="170"/>
        </w:trPr>
        <w:tc>
          <w:tcPr>
            <w:tcW w:w="567" w:type="dxa"/>
            <w:vAlign w:val="center"/>
          </w:tcPr>
          <w:p w14:paraId="460E8580" w14:textId="77777777" w:rsidR="008A5835" w:rsidRPr="00AE07E9" w:rsidRDefault="008A5835" w:rsidP="007C358F">
            <w:pPr>
              <w:tabs>
                <w:tab w:val="right" w:leader="dot" w:pos="8680"/>
              </w:tabs>
              <w:jc w:val="center"/>
              <w:rPr>
                <w:rFonts w:eastAsia="Times New Roman" w:cs="Times New Roman"/>
                <w:b/>
                <w:lang w:eastAsia="en-GB"/>
              </w:rPr>
            </w:pPr>
          </w:p>
        </w:tc>
        <w:tc>
          <w:tcPr>
            <w:tcW w:w="7655" w:type="dxa"/>
          </w:tcPr>
          <w:p w14:paraId="362461CF" w14:textId="77777777" w:rsidR="008A5835" w:rsidRPr="00AE07E9" w:rsidRDefault="008A5835" w:rsidP="00AE26C3">
            <w:pPr>
              <w:tabs>
                <w:tab w:val="right" w:leader="dot" w:pos="8680"/>
              </w:tabs>
              <w:ind w:right="330"/>
              <w:rPr>
                <w:rFonts w:eastAsia="Times New Roman" w:cs="Times New Roman"/>
                <w:lang w:eastAsia="en-GB"/>
              </w:rPr>
            </w:pPr>
          </w:p>
        </w:tc>
        <w:tc>
          <w:tcPr>
            <w:tcW w:w="567" w:type="dxa"/>
            <w:tcBorders>
              <w:top w:val="single" w:sz="4" w:space="0" w:color="auto"/>
              <w:bottom w:val="single" w:sz="4" w:space="0" w:color="auto"/>
            </w:tcBorders>
          </w:tcPr>
          <w:p w14:paraId="2CC901AA" w14:textId="77777777" w:rsidR="008A5835" w:rsidRPr="00AE07E9" w:rsidRDefault="008A5835" w:rsidP="00AE26C3">
            <w:pPr>
              <w:tabs>
                <w:tab w:val="right" w:leader="dot" w:pos="8680"/>
              </w:tabs>
              <w:ind w:right="330"/>
              <w:rPr>
                <w:rFonts w:eastAsia="Times New Roman" w:cs="Times New Roman"/>
                <w:lang w:eastAsia="en-GB"/>
              </w:rPr>
            </w:pPr>
          </w:p>
        </w:tc>
      </w:tr>
      <w:tr w:rsidR="008A5835" w:rsidRPr="00AE07E9" w14:paraId="10524333" w14:textId="77777777" w:rsidTr="007C358F">
        <w:trPr>
          <w:cantSplit/>
          <w:trHeight w:hRule="exact" w:val="567"/>
        </w:trPr>
        <w:tc>
          <w:tcPr>
            <w:tcW w:w="567" w:type="dxa"/>
            <w:vAlign w:val="center"/>
          </w:tcPr>
          <w:p w14:paraId="76135936" w14:textId="77777777" w:rsidR="008A5835" w:rsidRPr="00AE07E9" w:rsidRDefault="008A5835" w:rsidP="007C358F">
            <w:pPr>
              <w:tabs>
                <w:tab w:val="right" w:leader="dot" w:pos="8680"/>
              </w:tabs>
              <w:jc w:val="center"/>
              <w:rPr>
                <w:rFonts w:eastAsia="Times New Roman" w:cs="Times New Roman"/>
                <w:b/>
                <w:lang w:eastAsia="en-GB"/>
              </w:rPr>
            </w:pPr>
            <w:r>
              <w:rPr>
                <w:rFonts w:eastAsia="Times New Roman" w:cs="Times New Roman"/>
                <w:b/>
                <w:lang w:eastAsia="en-GB"/>
              </w:rPr>
              <w:t>E</w:t>
            </w:r>
          </w:p>
        </w:tc>
        <w:tc>
          <w:tcPr>
            <w:tcW w:w="7655" w:type="dxa"/>
            <w:tcBorders>
              <w:right w:val="single" w:sz="4" w:space="0" w:color="auto"/>
            </w:tcBorders>
            <w:vAlign w:val="center"/>
          </w:tcPr>
          <w:p w14:paraId="5F52506C" w14:textId="4D2CC200" w:rsidR="008A5835" w:rsidRPr="009F3146" w:rsidRDefault="00AE26C3" w:rsidP="00AE26C3">
            <w:pPr>
              <w:tabs>
                <w:tab w:val="right" w:leader="dot" w:pos="8680"/>
              </w:tabs>
              <w:ind w:right="330"/>
            </w:pPr>
            <w:r w:rsidRPr="00AE26C3">
              <w:rPr>
                <w:lang w:val="en-US"/>
              </w:rPr>
              <w:t>Sammy walks quickly, gradually slows down and stops. She then starts walking again and speeds up as she goes.</w:t>
            </w:r>
          </w:p>
        </w:tc>
        <w:tc>
          <w:tcPr>
            <w:tcW w:w="567" w:type="dxa"/>
            <w:tcBorders>
              <w:top w:val="single" w:sz="4" w:space="0" w:color="auto"/>
              <w:left w:val="single" w:sz="4" w:space="0" w:color="auto"/>
              <w:bottom w:val="single" w:sz="4" w:space="0" w:color="auto"/>
              <w:right w:val="single" w:sz="4" w:space="0" w:color="auto"/>
            </w:tcBorders>
          </w:tcPr>
          <w:p w14:paraId="73E416F9" w14:textId="77777777" w:rsidR="008A5835" w:rsidRPr="00AE07E9" w:rsidRDefault="008A5835" w:rsidP="00AE26C3">
            <w:pPr>
              <w:tabs>
                <w:tab w:val="right" w:leader="dot" w:pos="8680"/>
              </w:tabs>
              <w:ind w:right="330"/>
              <w:rPr>
                <w:rFonts w:eastAsia="Times New Roman" w:cs="Times New Roman"/>
                <w:lang w:eastAsia="en-GB"/>
              </w:rPr>
            </w:pPr>
          </w:p>
        </w:tc>
      </w:tr>
    </w:tbl>
    <w:p w14:paraId="315D033E" w14:textId="32D8AC2A" w:rsidR="00FD17E0" w:rsidRDefault="00FD17E0" w:rsidP="006F3279">
      <w:pPr>
        <w:spacing w:after="240"/>
        <w:rPr>
          <w:szCs w:val="18"/>
        </w:rPr>
      </w:pPr>
    </w:p>
    <w:p w14:paraId="3D519D80" w14:textId="77777777" w:rsidR="00FD17E0" w:rsidRDefault="00FD17E0">
      <w:pPr>
        <w:spacing w:after="200" w:line="276" w:lineRule="auto"/>
        <w:rPr>
          <w:szCs w:val="18"/>
        </w:rPr>
      </w:pPr>
      <w:r>
        <w:rPr>
          <w:szCs w:val="18"/>
        </w:rPr>
        <w:br w:type="page"/>
      </w:r>
    </w:p>
    <w:p w14:paraId="38DDAC7B" w14:textId="77777777" w:rsidR="00DF3A8F" w:rsidRPr="00083863" w:rsidRDefault="00DF3A8F" w:rsidP="00083863">
      <w:pPr>
        <w:spacing w:after="180"/>
        <w:rPr>
          <w:sz w:val="44"/>
          <w:szCs w:val="18"/>
        </w:rPr>
      </w:pPr>
    </w:p>
    <w:p w14:paraId="3D8F0AD5" w14:textId="77777777" w:rsidR="00DF3A8F" w:rsidRDefault="00DF3A8F" w:rsidP="00083863">
      <w:pPr>
        <w:spacing w:after="180"/>
        <w:rPr>
          <w:szCs w:val="18"/>
        </w:rPr>
      </w:pPr>
    </w:p>
    <w:p w14:paraId="384AC62E" w14:textId="09B3F277" w:rsidR="00201AC2" w:rsidRDefault="00FD17E0" w:rsidP="00083863">
      <w:pPr>
        <w:spacing w:after="360"/>
        <w:rPr>
          <w:szCs w:val="18"/>
        </w:rPr>
      </w:pPr>
      <w:r>
        <w:rPr>
          <w:szCs w:val="18"/>
        </w:rPr>
        <w:t>This graph shows another journey.</w:t>
      </w:r>
    </w:p>
    <w:p w14:paraId="05D75A8E" w14:textId="12D85052" w:rsidR="00DF3A8F" w:rsidRDefault="00083863" w:rsidP="00083863">
      <w:pPr>
        <w:spacing w:after="240"/>
        <w:jc w:val="center"/>
        <w:rPr>
          <w:szCs w:val="18"/>
        </w:rPr>
      </w:pPr>
      <w:r>
        <w:rPr>
          <w:noProof/>
          <w:szCs w:val="18"/>
        </w:rPr>
        <w:drawing>
          <wp:inline distT="0" distB="0" distL="0" distR="0" wp14:anchorId="67738624" wp14:editId="29FCAEF6">
            <wp:extent cx="4012639" cy="2340000"/>
            <wp:effectExtent l="0" t="0" r="6985" b="317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12639" cy="2340000"/>
                    </a:xfrm>
                    <a:prstGeom prst="rect">
                      <a:avLst/>
                    </a:prstGeom>
                    <a:noFill/>
                  </pic:spPr>
                </pic:pic>
              </a:graphicData>
            </a:graphic>
          </wp:inline>
        </w:drawing>
      </w:r>
    </w:p>
    <w:p w14:paraId="5C5AEEFB" w14:textId="2A571245" w:rsidR="00DF3A8F" w:rsidRPr="00083863" w:rsidRDefault="00083863" w:rsidP="00083863">
      <w:pPr>
        <w:spacing w:before="480" w:after="120"/>
        <w:ind w:left="426" w:hanging="426"/>
        <w:rPr>
          <w:sz w:val="28"/>
          <w:szCs w:val="28"/>
        </w:rPr>
      </w:pPr>
      <w:r w:rsidRPr="00083863">
        <w:rPr>
          <w:b/>
          <w:sz w:val="28"/>
          <w:szCs w:val="28"/>
        </w:rPr>
        <w:t>3.</w:t>
      </w:r>
      <w:r>
        <w:rPr>
          <w:sz w:val="28"/>
          <w:szCs w:val="28"/>
        </w:rPr>
        <w:tab/>
      </w:r>
      <w:r w:rsidR="00DF3A8F" w:rsidRPr="00083863">
        <w:rPr>
          <w:sz w:val="28"/>
          <w:szCs w:val="28"/>
        </w:rPr>
        <w:t>What is the best description of Sammy’s journey?</w:t>
      </w:r>
    </w:p>
    <w:p w14:paraId="278EEEF9" w14:textId="4C05B19B" w:rsidR="00DF3A8F" w:rsidRPr="00FB2831" w:rsidRDefault="00DF3A8F" w:rsidP="00083863">
      <w:pPr>
        <w:spacing w:after="240"/>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DF3A8F" w:rsidRPr="00AE07E9" w14:paraId="4D771A31" w14:textId="77777777" w:rsidTr="007C358F">
        <w:trPr>
          <w:cantSplit/>
          <w:trHeight w:hRule="exact" w:val="567"/>
        </w:trPr>
        <w:tc>
          <w:tcPr>
            <w:tcW w:w="567" w:type="dxa"/>
            <w:vAlign w:val="center"/>
          </w:tcPr>
          <w:p w14:paraId="31728D7E" w14:textId="77777777" w:rsidR="00DF3A8F" w:rsidRPr="00AE07E9" w:rsidRDefault="00DF3A8F" w:rsidP="007C358F">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12AAD5BF" w14:textId="24A2CD65" w:rsidR="00DF3A8F" w:rsidRPr="009F3146" w:rsidRDefault="00724104" w:rsidP="007C358F">
            <w:pPr>
              <w:tabs>
                <w:tab w:val="right" w:leader="dot" w:pos="8680"/>
              </w:tabs>
            </w:pPr>
            <w:r w:rsidRPr="00724104">
              <w:rPr>
                <w:lang w:val="en-US"/>
              </w:rPr>
              <w:t>Sammy walks up a hill, along the level, and then uphill again.</w:t>
            </w:r>
          </w:p>
        </w:tc>
        <w:tc>
          <w:tcPr>
            <w:tcW w:w="567" w:type="dxa"/>
            <w:tcBorders>
              <w:top w:val="single" w:sz="4" w:space="0" w:color="auto"/>
              <w:left w:val="single" w:sz="4" w:space="0" w:color="auto"/>
              <w:bottom w:val="single" w:sz="4" w:space="0" w:color="auto"/>
              <w:right w:val="single" w:sz="4" w:space="0" w:color="auto"/>
            </w:tcBorders>
          </w:tcPr>
          <w:p w14:paraId="3ED6B1FD" w14:textId="77777777" w:rsidR="00DF3A8F" w:rsidRPr="00AE07E9" w:rsidRDefault="00DF3A8F" w:rsidP="007C358F">
            <w:pPr>
              <w:tabs>
                <w:tab w:val="right" w:leader="dot" w:pos="8680"/>
              </w:tabs>
              <w:rPr>
                <w:rFonts w:eastAsia="Times New Roman" w:cs="Times New Roman"/>
                <w:lang w:eastAsia="en-GB"/>
              </w:rPr>
            </w:pPr>
          </w:p>
        </w:tc>
      </w:tr>
      <w:tr w:rsidR="00DF3A8F" w:rsidRPr="00AE07E9" w14:paraId="01731BD1" w14:textId="77777777" w:rsidTr="007C358F">
        <w:trPr>
          <w:cantSplit/>
          <w:trHeight w:hRule="exact" w:val="170"/>
        </w:trPr>
        <w:tc>
          <w:tcPr>
            <w:tcW w:w="567" w:type="dxa"/>
            <w:vAlign w:val="center"/>
          </w:tcPr>
          <w:p w14:paraId="6D349720" w14:textId="77777777" w:rsidR="00DF3A8F" w:rsidRPr="00AE07E9" w:rsidRDefault="00DF3A8F" w:rsidP="007C358F">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159691DA" w14:textId="77777777" w:rsidR="00DF3A8F" w:rsidRPr="00AE07E9" w:rsidRDefault="00DF3A8F" w:rsidP="007C358F">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4C6608F9" w14:textId="77777777" w:rsidR="00DF3A8F" w:rsidRPr="00AE07E9" w:rsidRDefault="00DF3A8F" w:rsidP="007C358F">
            <w:pPr>
              <w:tabs>
                <w:tab w:val="right" w:leader="dot" w:pos="8680"/>
              </w:tabs>
              <w:rPr>
                <w:rFonts w:eastAsia="Times New Roman" w:cs="Times New Roman"/>
                <w:lang w:eastAsia="en-GB"/>
              </w:rPr>
            </w:pPr>
          </w:p>
        </w:tc>
      </w:tr>
      <w:tr w:rsidR="00DF3A8F" w:rsidRPr="00AE07E9" w14:paraId="76A576D1" w14:textId="77777777" w:rsidTr="007C358F">
        <w:trPr>
          <w:cantSplit/>
          <w:trHeight w:hRule="exact" w:val="567"/>
        </w:trPr>
        <w:tc>
          <w:tcPr>
            <w:tcW w:w="567" w:type="dxa"/>
            <w:vAlign w:val="center"/>
          </w:tcPr>
          <w:p w14:paraId="37FECEDC" w14:textId="77777777" w:rsidR="00DF3A8F" w:rsidRPr="00AE07E9" w:rsidRDefault="00DF3A8F" w:rsidP="007C358F">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45528EA9" w14:textId="2EE4A300" w:rsidR="00DF3A8F" w:rsidRPr="009F3146" w:rsidRDefault="00724104" w:rsidP="007C358F">
            <w:pPr>
              <w:tabs>
                <w:tab w:val="right" w:leader="dot" w:pos="8680"/>
              </w:tabs>
            </w:pPr>
            <w:r w:rsidRPr="00724104">
              <w:rPr>
                <w:lang w:val="en-US"/>
              </w:rPr>
              <w:t>Sammy gradually speeds up, stops for a bit, and then speeds up again.</w:t>
            </w:r>
          </w:p>
        </w:tc>
        <w:tc>
          <w:tcPr>
            <w:tcW w:w="567" w:type="dxa"/>
            <w:tcBorders>
              <w:top w:val="single" w:sz="4" w:space="0" w:color="auto"/>
              <w:left w:val="single" w:sz="4" w:space="0" w:color="auto"/>
              <w:bottom w:val="single" w:sz="4" w:space="0" w:color="auto"/>
              <w:right w:val="single" w:sz="4" w:space="0" w:color="auto"/>
            </w:tcBorders>
          </w:tcPr>
          <w:p w14:paraId="0B37CC4E" w14:textId="77777777" w:rsidR="00DF3A8F" w:rsidRPr="00AE07E9" w:rsidRDefault="00DF3A8F" w:rsidP="007C358F">
            <w:pPr>
              <w:tabs>
                <w:tab w:val="right" w:leader="dot" w:pos="8680"/>
              </w:tabs>
              <w:rPr>
                <w:rFonts w:eastAsia="Times New Roman" w:cs="Times New Roman"/>
                <w:lang w:eastAsia="en-GB"/>
              </w:rPr>
            </w:pPr>
          </w:p>
        </w:tc>
      </w:tr>
      <w:tr w:rsidR="00DF3A8F" w:rsidRPr="00AE07E9" w14:paraId="37063703" w14:textId="77777777" w:rsidTr="007C358F">
        <w:trPr>
          <w:cantSplit/>
          <w:trHeight w:hRule="exact" w:val="170"/>
        </w:trPr>
        <w:tc>
          <w:tcPr>
            <w:tcW w:w="567" w:type="dxa"/>
            <w:vAlign w:val="center"/>
          </w:tcPr>
          <w:p w14:paraId="44CC2FC1" w14:textId="77777777" w:rsidR="00DF3A8F" w:rsidRPr="00AE07E9" w:rsidRDefault="00DF3A8F" w:rsidP="007C358F">
            <w:pPr>
              <w:tabs>
                <w:tab w:val="right" w:leader="dot" w:pos="8680"/>
              </w:tabs>
              <w:jc w:val="center"/>
              <w:rPr>
                <w:rFonts w:eastAsia="Times New Roman" w:cs="Times New Roman"/>
                <w:b/>
                <w:lang w:eastAsia="en-GB"/>
              </w:rPr>
            </w:pPr>
          </w:p>
        </w:tc>
        <w:tc>
          <w:tcPr>
            <w:tcW w:w="7655" w:type="dxa"/>
          </w:tcPr>
          <w:p w14:paraId="6850D474" w14:textId="77777777" w:rsidR="00DF3A8F" w:rsidRPr="00AE07E9" w:rsidRDefault="00DF3A8F" w:rsidP="007C358F">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7FF36212" w14:textId="77777777" w:rsidR="00DF3A8F" w:rsidRPr="00AE07E9" w:rsidRDefault="00DF3A8F" w:rsidP="007C358F">
            <w:pPr>
              <w:tabs>
                <w:tab w:val="right" w:leader="dot" w:pos="8680"/>
              </w:tabs>
              <w:rPr>
                <w:rFonts w:eastAsia="Times New Roman" w:cs="Times New Roman"/>
                <w:lang w:eastAsia="en-GB"/>
              </w:rPr>
            </w:pPr>
          </w:p>
        </w:tc>
      </w:tr>
      <w:tr w:rsidR="00DF3A8F" w:rsidRPr="00AE07E9" w14:paraId="5D31BF02" w14:textId="77777777" w:rsidTr="007C358F">
        <w:trPr>
          <w:cantSplit/>
          <w:trHeight w:hRule="exact" w:val="567"/>
        </w:trPr>
        <w:tc>
          <w:tcPr>
            <w:tcW w:w="567" w:type="dxa"/>
            <w:vAlign w:val="center"/>
          </w:tcPr>
          <w:p w14:paraId="04794C47" w14:textId="77777777" w:rsidR="00DF3A8F" w:rsidRPr="00AE07E9" w:rsidRDefault="00DF3A8F" w:rsidP="007C358F">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3C6FFFA2" w14:textId="6353B4E1" w:rsidR="00DF3A8F" w:rsidRPr="009F3146" w:rsidRDefault="00724104" w:rsidP="007C358F">
            <w:pPr>
              <w:tabs>
                <w:tab w:val="right" w:leader="dot" w:pos="8680"/>
              </w:tabs>
            </w:pPr>
            <w:r w:rsidRPr="00724104">
              <w:rPr>
                <w:lang w:val="en-US"/>
              </w:rPr>
              <w:t>Sammy gradually slows down, stops for a bit, and then speeds up again.</w:t>
            </w:r>
          </w:p>
        </w:tc>
        <w:tc>
          <w:tcPr>
            <w:tcW w:w="567" w:type="dxa"/>
            <w:tcBorders>
              <w:top w:val="single" w:sz="4" w:space="0" w:color="auto"/>
              <w:left w:val="single" w:sz="4" w:space="0" w:color="auto"/>
              <w:bottom w:val="single" w:sz="4" w:space="0" w:color="auto"/>
              <w:right w:val="single" w:sz="4" w:space="0" w:color="auto"/>
            </w:tcBorders>
          </w:tcPr>
          <w:p w14:paraId="2FAEBA67" w14:textId="77777777" w:rsidR="00DF3A8F" w:rsidRPr="00AE07E9" w:rsidRDefault="00DF3A8F" w:rsidP="007C358F">
            <w:pPr>
              <w:tabs>
                <w:tab w:val="right" w:leader="dot" w:pos="8680"/>
              </w:tabs>
              <w:rPr>
                <w:rFonts w:eastAsia="Times New Roman" w:cs="Times New Roman"/>
                <w:lang w:eastAsia="en-GB"/>
              </w:rPr>
            </w:pPr>
          </w:p>
        </w:tc>
      </w:tr>
      <w:tr w:rsidR="00DF3A8F" w:rsidRPr="00AE07E9" w14:paraId="3BA2B378" w14:textId="77777777" w:rsidTr="007C358F">
        <w:trPr>
          <w:cantSplit/>
          <w:trHeight w:hRule="exact" w:val="170"/>
        </w:trPr>
        <w:tc>
          <w:tcPr>
            <w:tcW w:w="567" w:type="dxa"/>
            <w:vAlign w:val="center"/>
          </w:tcPr>
          <w:p w14:paraId="58799567" w14:textId="77777777" w:rsidR="00DF3A8F" w:rsidRPr="00AE07E9" w:rsidRDefault="00DF3A8F" w:rsidP="007C358F">
            <w:pPr>
              <w:tabs>
                <w:tab w:val="right" w:leader="dot" w:pos="8680"/>
              </w:tabs>
              <w:jc w:val="center"/>
              <w:rPr>
                <w:rFonts w:eastAsia="Times New Roman" w:cs="Times New Roman"/>
                <w:b/>
                <w:lang w:eastAsia="en-GB"/>
              </w:rPr>
            </w:pPr>
          </w:p>
        </w:tc>
        <w:tc>
          <w:tcPr>
            <w:tcW w:w="7655" w:type="dxa"/>
          </w:tcPr>
          <w:p w14:paraId="4B657CEA" w14:textId="77777777" w:rsidR="00DF3A8F" w:rsidRPr="00AE07E9" w:rsidRDefault="00DF3A8F" w:rsidP="007C358F">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0F75F773" w14:textId="77777777" w:rsidR="00DF3A8F" w:rsidRPr="00AE07E9" w:rsidRDefault="00DF3A8F" w:rsidP="007C358F">
            <w:pPr>
              <w:tabs>
                <w:tab w:val="right" w:leader="dot" w:pos="8680"/>
              </w:tabs>
              <w:rPr>
                <w:rFonts w:eastAsia="Times New Roman" w:cs="Times New Roman"/>
                <w:lang w:eastAsia="en-GB"/>
              </w:rPr>
            </w:pPr>
          </w:p>
        </w:tc>
      </w:tr>
      <w:tr w:rsidR="00DF3A8F" w:rsidRPr="00AE07E9" w14:paraId="7288EF26" w14:textId="77777777" w:rsidTr="007C358F">
        <w:trPr>
          <w:cantSplit/>
          <w:trHeight w:hRule="exact" w:val="567"/>
        </w:trPr>
        <w:tc>
          <w:tcPr>
            <w:tcW w:w="567" w:type="dxa"/>
            <w:vAlign w:val="center"/>
          </w:tcPr>
          <w:p w14:paraId="6BCBE160" w14:textId="77777777" w:rsidR="00DF3A8F" w:rsidRPr="00AE07E9" w:rsidRDefault="00DF3A8F" w:rsidP="007C358F">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07921777" w14:textId="64202882" w:rsidR="00DF3A8F" w:rsidRPr="009F3146" w:rsidRDefault="00724104" w:rsidP="007C358F">
            <w:pPr>
              <w:tabs>
                <w:tab w:val="right" w:leader="dot" w:pos="8680"/>
              </w:tabs>
            </w:pPr>
            <w:r w:rsidRPr="00724104">
              <w:rPr>
                <w:lang w:val="en-US"/>
              </w:rPr>
              <w:t>Sammy speeds up, walks at a steady speed, and then speeds up again.</w:t>
            </w:r>
          </w:p>
        </w:tc>
        <w:tc>
          <w:tcPr>
            <w:tcW w:w="567" w:type="dxa"/>
            <w:tcBorders>
              <w:top w:val="single" w:sz="4" w:space="0" w:color="auto"/>
              <w:left w:val="single" w:sz="4" w:space="0" w:color="auto"/>
              <w:bottom w:val="single" w:sz="4" w:space="0" w:color="auto"/>
              <w:right w:val="single" w:sz="4" w:space="0" w:color="auto"/>
            </w:tcBorders>
          </w:tcPr>
          <w:p w14:paraId="0A9ADFD0" w14:textId="77777777" w:rsidR="00DF3A8F" w:rsidRPr="00AE07E9" w:rsidRDefault="00DF3A8F" w:rsidP="007C358F">
            <w:pPr>
              <w:tabs>
                <w:tab w:val="right" w:leader="dot" w:pos="8680"/>
              </w:tabs>
              <w:rPr>
                <w:rFonts w:eastAsia="Times New Roman" w:cs="Times New Roman"/>
                <w:lang w:eastAsia="en-GB"/>
              </w:rPr>
            </w:pPr>
          </w:p>
        </w:tc>
      </w:tr>
    </w:tbl>
    <w:p w14:paraId="276917AE" w14:textId="77777777" w:rsidR="00DF3A8F" w:rsidRDefault="00DF3A8F" w:rsidP="00DF3A8F">
      <w:pPr>
        <w:spacing w:after="240"/>
        <w:rPr>
          <w:szCs w:val="18"/>
        </w:rPr>
      </w:pPr>
    </w:p>
    <w:p w14:paraId="05BE3CD1" w14:textId="77777777" w:rsidR="00DF3A8F" w:rsidRDefault="00DF3A8F" w:rsidP="00DF3A8F">
      <w:pPr>
        <w:spacing w:after="200" w:line="276" w:lineRule="auto"/>
        <w:rPr>
          <w:szCs w:val="18"/>
        </w:rPr>
      </w:pPr>
      <w:r>
        <w:rPr>
          <w:szCs w:val="18"/>
        </w:rPr>
        <w:br w:type="page"/>
      </w:r>
    </w:p>
    <w:p w14:paraId="5F935960" w14:textId="6AB999C0" w:rsidR="00DF3A8F" w:rsidRPr="00201AC2" w:rsidRDefault="00DF3A8F" w:rsidP="006F3279">
      <w:pPr>
        <w:spacing w:after="240"/>
        <w:rPr>
          <w:szCs w:val="18"/>
        </w:rPr>
        <w:sectPr w:rsidR="00DF3A8F"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14:paraId="669B791B" w14:textId="40BEFAAA" w:rsidR="00B21D0C" w:rsidRPr="006F3279" w:rsidRDefault="00B21D0C" w:rsidP="00B21D0C">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PFM4:</w:t>
      </w:r>
      <w:r w:rsidR="00724104">
        <w:rPr>
          <w:i/>
          <w:sz w:val="18"/>
          <w:szCs w:val="18"/>
        </w:rPr>
        <w:t xml:space="preserve"> </w:t>
      </w:r>
      <w:r>
        <w:rPr>
          <w:i/>
          <w:sz w:val="18"/>
          <w:szCs w:val="18"/>
        </w:rPr>
        <w:t>Measuring and calculating motion</w:t>
      </w:r>
      <w:r w:rsidRPr="00CA4B46">
        <w:rPr>
          <w:i/>
          <w:sz w:val="18"/>
          <w:szCs w:val="18"/>
        </w:rPr>
        <w:t xml:space="preserve"> &gt; </w:t>
      </w:r>
      <w:r>
        <w:rPr>
          <w:i/>
          <w:sz w:val="18"/>
          <w:szCs w:val="18"/>
        </w:rPr>
        <w:t>Key concept</w:t>
      </w:r>
      <w:r w:rsidRPr="00CA4B46">
        <w:rPr>
          <w:i/>
          <w:sz w:val="18"/>
          <w:szCs w:val="18"/>
        </w:rPr>
        <w:t xml:space="preserve"> </w:t>
      </w:r>
      <w:r>
        <w:rPr>
          <w:i/>
          <w:sz w:val="18"/>
          <w:szCs w:val="18"/>
        </w:rPr>
        <w:t>PFM4.3: Velocity-time graphs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5D81E6D" w14:textId="77777777" w:rsidTr="002C79AE">
        <w:tc>
          <w:tcPr>
            <w:tcW w:w="12021" w:type="dxa"/>
            <w:shd w:val="clear" w:color="auto" w:fill="B2A1C7" w:themeFill="accent4" w:themeFillTint="99"/>
          </w:tcPr>
          <w:p w14:paraId="4B325AF4"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3375799B" w14:textId="77777777" w:rsidTr="002C79AE">
        <w:tc>
          <w:tcPr>
            <w:tcW w:w="12021" w:type="dxa"/>
            <w:shd w:val="clear" w:color="auto" w:fill="CCC0D9" w:themeFill="accent4" w:themeFillTint="66"/>
          </w:tcPr>
          <w:p w14:paraId="2F1428FF" w14:textId="365791EC" w:rsidR="006F3279" w:rsidRPr="00CA4B46" w:rsidRDefault="0005474B" w:rsidP="006F3279">
            <w:pPr>
              <w:spacing w:after="60"/>
              <w:ind w:left="1304"/>
              <w:rPr>
                <w:b/>
                <w:sz w:val="40"/>
                <w:szCs w:val="40"/>
              </w:rPr>
            </w:pPr>
            <w:r>
              <w:rPr>
                <w:b/>
                <w:sz w:val="40"/>
                <w:szCs w:val="40"/>
              </w:rPr>
              <w:t>Telling the story</w:t>
            </w:r>
          </w:p>
        </w:tc>
      </w:tr>
    </w:tbl>
    <w:p w14:paraId="3CC70746" w14:textId="77777777" w:rsidR="006F3279" w:rsidRDefault="006F3279" w:rsidP="00E172C6">
      <w:pPr>
        <w:spacing w:after="180"/>
        <w:rPr>
          <w:b/>
        </w:rPr>
      </w:pPr>
    </w:p>
    <w:p w14:paraId="3A6EEBB6"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758C087E" w14:textId="77777777" w:rsidTr="003F16F9">
        <w:trPr>
          <w:trHeight w:val="340"/>
        </w:trPr>
        <w:tc>
          <w:tcPr>
            <w:tcW w:w="2196" w:type="dxa"/>
          </w:tcPr>
          <w:p w14:paraId="4C557271" w14:textId="77777777" w:rsidR="003F16F9" w:rsidRDefault="003F16F9" w:rsidP="009F2253">
            <w:pPr>
              <w:spacing w:before="60" w:after="60"/>
            </w:pPr>
            <w:r>
              <w:t xml:space="preserve">Learning </w:t>
            </w:r>
            <w:r w:rsidR="009F2253">
              <w:t>focus</w:t>
            </w:r>
            <w:r>
              <w:t>:</w:t>
            </w:r>
          </w:p>
        </w:tc>
        <w:tc>
          <w:tcPr>
            <w:tcW w:w="6820" w:type="dxa"/>
          </w:tcPr>
          <w:p w14:paraId="05144447" w14:textId="3C86C9EC" w:rsidR="003F16F9" w:rsidRDefault="00724104" w:rsidP="0007651D">
            <w:pPr>
              <w:spacing w:before="60" w:after="60"/>
            </w:pPr>
            <w:r w:rsidRPr="00724104">
              <w:t>A velocity-time graph of an object moving in one dimension can be read to find the object’s velocity at any moment of time. The gradient of the graph at a given time gives the object’s acceleration; and the area under the graph between any two times gives the change in the object’s displacement, or the distance it has travelled.</w:t>
            </w:r>
          </w:p>
        </w:tc>
      </w:tr>
      <w:tr w:rsidR="003F16F9" w14:paraId="1691A452" w14:textId="77777777" w:rsidTr="003F16F9">
        <w:trPr>
          <w:trHeight w:val="340"/>
        </w:trPr>
        <w:tc>
          <w:tcPr>
            <w:tcW w:w="2196" w:type="dxa"/>
          </w:tcPr>
          <w:p w14:paraId="182ECC87" w14:textId="77777777" w:rsidR="003F16F9" w:rsidRDefault="00B75483" w:rsidP="003F16F9">
            <w:pPr>
              <w:spacing w:before="60" w:after="60"/>
            </w:pPr>
            <w:r>
              <w:t>Observable learning outcome</w:t>
            </w:r>
            <w:r w:rsidR="003F16F9">
              <w:t>:</w:t>
            </w:r>
          </w:p>
        </w:tc>
        <w:tc>
          <w:tcPr>
            <w:tcW w:w="6820" w:type="dxa"/>
          </w:tcPr>
          <w:p w14:paraId="5669092B" w14:textId="5E73942F" w:rsidR="003F16F9" w:rsidRPr="00A50C9C" w:rsidRDefault="000A01EB" w:rsidP="0007651D">
            <w:pPr>
              <w:spacing w:before="60" w:after="60"/>
              <w:rPr>
                <w:b/>
              </w:rPr>
            </w:pPr>
            <w:r w:rsidRPr="000A01EB">
              <w:t>Describe the motion of an object from a velocity-time graph, and identify the velocity-time graph from a description of motion.</w:t>
            </w:r>
          </w:p>
        </w:tc>
      </w:tr>
      <w:tr w:rsidR="000505CA" w14:paraId="032243CB" w14:textId="77777777" w:rsidTr="003F16F9">
        <w:trPr>
          <w:trHeight w:val="340"/>
        </w:trPr>
        <w:tc>
          <w:tcPr>
            <w:tcW w:w="2196" w:type="dxa"/>
          </w:tcPr>
          <w:p w14:paraId="6C598E44" w14:textId="77777777" w:rsidR="000505CA" w:rsidRDefault="00AA5B77" w:rsidP="000505CA">
            <w:pPr>
              <w:spacing w:before="60" w:after="60"/>
            </w:pPr>
            <w:r>
              <w:t>Question</w:t>
            </w:r>
            <w:r w:rsidR="000505CA">
              <w:t xml:space="preserve"> type:</w:t>
            </w:r>
          </w:p>
        </w:tc>
        <w:tc>
          <w:tcPr>
            <w:tcW w:w="6820" w:type="dxa"/>
          </w:tcPr>
          <w:p w14:paraId="42B3B48C" w14:textId="77777777"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14:paraId="29CBA41C" w14:textId="77777777" w:rsidTr="003F16F9">
        <w:trPr>
          <w:trHeight w:val="340"/>
        </w:trPr>
        <w:tc>
          <w:tcPr>
            <w:tcW w:w="2196" w:type="dxa"/>
          </w:tcPr>
          <w:p w14:paraId="548F698F" w14:textId="77777777" w:rsidR="000505CA" w:rsidRDefault="000505CA" w:rsidP="000505CA">
            <w:pPr>
              <w:spacing w:before="60" w:after="60"/>
            </w:pPr>
            <w:r>
              <w:t>Key words:</w:t>
            </w:r>
          </w:p>
        </w:tc>
        <w:tc>
          <w:tcPr>
            <w:tcW w:w="6820" w:type="dxa"/>
            <w:tcBorders>
              <w:bottom w:val="dotted" w:sz="4" w:space="0" w:color="auto"/>
            </w:tcBorders>
          </w:tcPr>
          <w:p w14:paraId="1CD1703D" w14:textId="4A5483BB" w:rsidR="000505CA" w:rsidRDefault="000A01EB" w:rsidP="000505CA">
            <w:pPr>
              <w:spacing w:before="60" w:after="60"/>
            </w:pPr>
            <w:r>
              <w:t>Velocity, time, graph</w:t>
            </w:r>
          </w:p>
        </w:tc>
      </w:tr>
    </w:tbl>
    <w:p w14:paraId="5BF299EE" w14:textId="77777777" w:rsidR="00F72ECC" w:rsidRDefault="00F72ECC" w:rsidP="00F72ECC"/>
    <w:p w14:paraId="05083362" w14:textId="35C8F6B2"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r w:rsidR="006E363D">
        <w:rPr>
          <w:b/>
          <w:color w:val="5F497A" w:themeColor="accent4" w:themeShade="BF"/>
          <w:sz w:val="24"/>
        </w:rPr>
        <w:t xml:space="preserve"> </w:t>
      </w:r>
    </w:p>
    <w:p w14:paraId="7717CDEE" w14:textId="6219BC0D" w:rsidR="006E363D" w:rsidRDefault="00724104" w:rsidP="006E363D">
      <w:pPr>
        <w:spacing w:before="180" w:after="180"/>
        <w:rPr>
          <w:bCs/>
        </w:rPr>
      </w:pPr>
      <w:r w:rsidRPr="00724104">
        <w:rPr>
          <w:bCs/>
        </w:rPr>
        <w:t>It is common for teachers to assume students can readily extract information from graphs when this is not necessarily the case (</w:t>
      </w:r>
      <w:proofErr w:type="spellStart"/>
      <w:r w:rsidRPr="00724104">
        <w:rPr>
          <w:bCs/>
        </w:rPr>
        <w:t>Beichner</w:t>
      </w:r>
      <w:proofErr w:type="spellEnd"/>
      <w:r w:rsidRPr="00724104">
        <w:rPr>
          <w:bCs/>
        </w:rPr>
        <w:t xml:space="preserve">, 1994). Misunderstandings and difficulties in interpreting graphs arise even when students have a good understanding of kinematic concepts (position, displacement, velocity and acceleration) and are evident amongst different student populations and across different academic levels (McDermott, Rosenquist and van Zee, 1987). Even when students have the necessary mathematical knowledge about how to plot and read graphs, and how to calculate gradients and areas, they may struggle with the same skills in a physics context (McDermott, Rosenquist and van Zee, 1987; </w:t>
      </w:r>
      <w:proofErr w:type="spellStart"/>
      <w:r w:rsidRPr="00724104">
        <w:rPr>
          <w:bCs/>
        </w:rPr>
        <w:t>Bollen</w:t>
      </w:r>
      <w:proofErr w:type="spellEnd"/>
      <w:r w:rsidRPr="00724104">
        <w:rPr>
          <w:bCs/>
        </w:rPr>
        <w:t xml:space="preserve"> et al., 2016).</w:t>
      </w:r>
    </w:p>
    <w:p w14:paraId="50DE1660" w14:textId="443BD106" w:rsidR="00D60FFA" w:rsidRDefault="00724104" w:rsidP="00D60FFA">
      <w:pPr>
        <w:spacing w:after="180"/>
      </w:pPr>
      <w:r w:rsidRPr="00724104">
        <w:t xml:space="preserve">A common error that some students make is to see a graph as a literal picture of a physical situation and, rather than viewing a graph as a mathematical representation of a motion, they may see it as a sort of ‘photograph’ that duplicates the motion (Clement, 1985; </w:t>
      </w:r>
      <w:proofErr w:type="spellStart"/>
      <w:r w:rsidRPr="00724104">
        <w:t>Leinhardt</w:t>
      </w:r>
      <w:proofErr w:type="spellEnd"/>
      <w:r w:rsidRPr="00724104">
        <w:t xml:space="preserve">, </w:t>
      </w:r>
      <w:proofErr w:type="spellStart"/>
      <w:r w:rsidRPr="00724104">
        <w:t>Zaslavsky</w:t>
      </w:r>
      <w:proofErr w:type="spellEnd"/>
      <w:r w:rsidRPr="00724104">
        <w:t xml:space="preserve"> and Stein, 1990; </w:t>
      </w:r>
      <w:proofErr w:type="spellStart"/>
      <w:r w:rsidRPr="00724104">
        <w:t>Beichner</w:t>
      </w:r>
      <w:proofErr w:type="spellEnd"/>
      <w:r w:rsidRPr="00724104">
        <w:t xml:space="preserve">, 1994; </w:t>
      </w:r>
      <w:proofErr w:type="spellStart"/>
      <w:r w:rsidRPr="00724104">
        <w:t>Bollen</w:t>
      </w:r>
      <w:proofErr w:type="spellEnd"/>
      <w:r w:rsidRPr="00724104">
        <w:t xml:space="preserve"> et al., 2016). This can make it hard for them to describe qualitatively a motion represented by a graph, or to draw the shape of a graph from a description of a motion.</w:t>
      </w:r>
    </w:p>
    <w:p w14:paraId="6663EEDC" w14:textId="3ED265A0" w:rsidR="006E363D" w:rsidRDefault="00C03DFD" w:rsidP="006E363D">
      <w:pPr>
        <w:spacing w:after="180"/>
      </w:pPr>
      <w:r w:rsidRPr="00C03DFD">
        <w:t>When asked to think about graphical representations of velocity, students often think only about speed (Goldberg and Anderson, 1989). They may be aware that velocity is a vector quantity, with both a magnitude and a direction, but see these as completely separate properties that are not combined in a graphical representation. For these reasons, they may struggle to read velocity-time graphs, especially those that include both positive and negative values of velocity. Some students may believe that a negative quantity on a velocity-time graph implies a speed that is less than zero, which makes no sense, rather than interpreting the negative sign as meaning “in the opposite direction”.</w:t>
      </w:r>
    </w:p>
    <w:p w14:paraId="4A36CCF4" w14:textId="2E88A9CF" w:rsidR="00985B2A" w:rsidRDefault="00B737FB" w:rsidP="00B02BC1">
      <w:pPr>
        <w:spacing w:after="180"/>
        <w:rPr>
          <w:b/>
          <w:color w:val="5F497A" w:themeColor="accent4" w:themeShade="BF"/>
          <w:sz w:val="24"/>
        </w:rPr>
      </w:pPr>
      <w:r w:rsidRPr="00B737FB">
        <w:t xml:space="preserve">It has been found in large studies that students who demonstrate a good command of kinematical concepts, and who have a good grasp of how to plot and to read graphs and of how to calculate gradients from their study of mathematics, often misinterpret what the gradient of a velocity-time graph represents (McDermott, Rosenquist and van Zee, 1987; </w:t>
      </w:r>
      <w:proofErr w:type="spellStart"/>
      <w:r w:rsidRPr="00B737FB">
        <w:t>Bollen</w:t>
      </w:r>
      <w:proofErr w:type="spellEnd"/>
      <w:r w:rsidRPr="00B737FB">
        <w:t xml:space="preserve"> et al., 2016). </w:t>
      </w:r>
      <w:r w:rsidR="00985B2A">
        <w:rPr>
          <w:b/>
          <w:color w:val="5F497A" w:themeColor="accent4" w:themeShade="BF"/>
          <w:sz w:val="24"/>
        </w:rPr>
        <w:br w:type="page"/>
      </w:r>
    </w:p>
    <w:p w14:paraId="107BAD95" w14:textId="0970DF65"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14:paraId="73BEE519" w14:textId="77777777"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7D67E438" w14:textId="77777777"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15AB272A" w14:textId="77777777"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620A429C" w14:textId="77777777" w:rsidR="007B18B8" w:rsidRDefault="007B18B8" w:rsidP="007B18B8">
      <w:pPr>
        <w:spacing w:after="180"/>
        <w:rPr>
          <w:rFonts w:cstheme="minorHAnsi"/>
          <w:i/>
        </w:rPr>
      </w:pPr>
      <w:r w:rsidRPr="00AE7928">
        <w:rPr>
          <w:rFonts w:cstheme="minorHAnsi"/>
          <w:i/>
        </w:rPr>
        <w:t>Differentiation</w:t>
      </w:r>
    </w:p>
    <w:p w14:paraId="3EAA3808" w14:textId="4BE7283D"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B737FB">
        <w:rPr>
          <w:rFonts w:cstheme="minorHAnsi"/>
        </w:rPr>
        <w:t>,</w:t>
      </w:r>
      <w:r w:rsidRPr="00AE7928">
        <w:rPr>
          <w:rFonts w:cstheme="minorHAnsi"/>
        </w:rPr>
        <w:t xml:space="preserve"> it may be more appropriate for a teaching assistant to read for one or two students.</w:t>
      </w:r>
    </w:p>
    <w:p w14:paraId="59FAE04C" w14:textId="77777777"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087BA88B" w14:textId="45823444" w:rsidR="00BF6C8A" w:rsidRDefault="002F16D0" w:rsidP="00BF6C8A">
      <w:pPr>
        <w:spacing w:after="180"/>
      </w:pPr>
      <w:r>
        <w:t>1. C</w:t>
      </w:r>
      <w:r>
        <w:tab/>
        <w:t>2. C</w:t>
      </w:r>
      <w:r>
        <w:tab/>
        <w:t>3. D</w:t>
      </w:r>
    </w:p>
    <w:p w14:paraId="0AFD8350" w14:textId="77777777"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64C20BC6" w14:textId="77777777" w:rsidR="00050509" w:rsidRDefault="00050509" w:rsidP="00A01222">
      <w:pPr>
        <w:spacing w:after="180"/>
      </w:pPr>
      <w:r>
        <w:t>These questions require students to think qualitatively about the meaning of velocity-time graphs, including thinking about the meaning of a negative velocity, and the meaning of the slope of the graph.</w:t>
      </w:r>
    </w:p>
    <w:p w14:paraId="4153DA4E" w14:textId="77777777" w:rsidR="00312298" w:rsidRDefault="000C391A" w:rsidP="00B737FB">
      <w:pPr>
        <w:spacing w:after="180"/>
        <w:ind w:left="426" w:hanging="426"/>
      </w:pPr>
      <w:r w:rsidRPr="000C391A">
        <w:t>In question 1</w:t>
      </w:r>
      <w:r>
        <w:t>, option A may be chosen by students who see the graph as a literal picture of the journey.</w:t>
      </w:r>
      <w:r w:rsidR="004D287A">
        <w:t xml:space="preserve"> </w:t>
      </w:r>
    </w:p>
    <w:p w14:paraId="6FD780CD" w14:textId="77777777" w:rsidR="00312298" w:rsidRDefault="000C391A" w:rsidP="00312298">
      <w:pPr>
        <w:spacing w:after="180"/>
        <w:ind w:left="426"/>
      </w:pPr>
      <w:r>
        <w:t xml:space="preserve">Option B would be a correct interpretation if the graph were a distance-time graph, and the inability to convert from one graph type to another is common amongst students who see graphs as pictures and </w:t>
      </w:r>
      <w:r w:rsidR="00A73A50">
        <w:t>do not expect there to be differences between distance-time and velocity-time graphs.</w:t>
      </w:r>
      <w:r w:rsidR="004D287A">
        <w:t xml:space="preserve"> </w:t>
      </w:r>
    </w:p>
    <w:p w14:paraId="3AA34AFC" w14:textId="48EAB967" w:rsidR="00A01222" w:rsidRDefault="00A73A50" w:rsidP="00312298">
      <w:pPr>
        <w:spacing w:after="180"/>
        <w:ind w:left="426"/>
      </w:pPr>
      <w:r>
        <w:t>Students choosing option D may understand some aspects of a velocity-time graph, namely increasing and decreasing speed, but see horizontal sections of the graph as representing stationary objects, as if the graph were a distance-time graph.</w:t>
      </w:r>
    </w:p>
    <w:p w14:paraId="60D578FA" w14:textId="77777777" w:rsidR="00312298" w:rsidRDefault="00A73A50" w:rsidP="00B737FB">
      <w:pPr>
        <w:spacing w:after="180"/>
        <w:ind w:left="426" w:hanging="426"/>
      </w:pPr>
      <w:r>
        <w:t>In question 2, choosing the correct option involves both understanding the significance of the gradient of the graph, and of the sign of the velocity.</w:t>
      </w:r>
      <w:r w:rsidR="004D287A">
        <w:t xml:space="preserve"> </w:t>
      </w:r>
      <w:r>
        <w:t>The second half of the graph, where the velocity is negative, shows that Sammy is walking in the opposite direction, i.e., back home again.</w:t>
      </w:r>
      <w:r w:rsidR="004D287A">
        <w:t xml:space="preserve"> </w:t>
      </w:r>
    </w:p>
    <w:p w14:paraId="6E6797FF" w14:textId="77777777" w:rsidR="00312298" w:rsidRDefault="00A73A50" w:rsidP="00312298">
      <w:pPr>
        <w:spacing w:after="180"/>
        <w:ind w:left="426"/>
      </w:pPr>
      <w:r>
        <w:t xml:space="preserve">Students who see graphs as literal pictures of a journey </w:t>
      </w:r>
      <w:r w:rsidR="00312298">
        <w:t>are likely to</w:t>
      </w:r>
      <w:r>
        <w:t xml:space="preserve"> choose option A. </w:t>
      </w:r>
    </w:p>
    <w:p w14:paraId="65522841" w14:textId="77777777" w:rsidR="00312298" w:rsidRDefault="00A73A50" w:rsidP="00312298">
      <w:pPr>
        <w:spacing w:after="180"/>
        <w:ind w:left="426"/>
      </w:pPr>
      <w:r>
        <w:t>Students choosing option B may be confusing distance-time (or displacement-time) graphs with velocity-time graphs.</w:t>
      </w:r>
      <w:r w:rsidR="004D287A">
        <w:t xml:space="preserve"> </w:t>
      </w:r>
    </w:p>
    <w:p w14:paraId="5AF4493B" w14:textId="77777777" w:rsidR="00312298" w:rsidRDefault="00A73A50" w:rsidP="00312298">
      <w:pPr>
        <w:spacing w:after="180"/>
        <w:ind w:left="426"/>
      </w:pPr>
      <w:r>
        <w:t>Students choosing option D may understand the significance of the minus sign as an indication of the change in direction, but see a constant slope as indicating a constant speed, as on a distance-time graph.</w:t>
      </w:r>
      <w:r w:rsidR="004D287A">
        <w:t xml:space="preserve"> </w:t>
      </w:r>
    </w:p>
    <w:p w14:paraId="7A5065C2" w14:textId="1BDF2753" w:rsidR="00A73A50" w:rsidRDefault="00A73A50" w:rsidP="00312298">
      <w:pPr>
        <w:spacing w:after="180"/>
        <w:ind w:left="426"/>
      </w:pPr>
      <w:r>
        <w:t>Students choosing option E understand the significance of the gradient, but not of the sign.</w:t>
      </w:r>
    </w:p>
    <w:p w14:paraId="69045E27" w14:textId="77777777" w:rsidR="00312298" w:rsidRDefault="00A73A50" w:rsidP="00B737FB">
      <w:pPr>
        <w:spacing w:after="180"/>
        <w:ind w:left="426" w:hanging="426"/>
      </w:pPr>
      <w:r>
        <w:lastRenderedPageBreak/>
        <w:t>Question 3 probes students’ understanding of a changing gradient as showing that velocity is changing more or less quickly, i.e. with a greater or lesser acceleration.</w:t>
      </w:r>
      <w:r w:rsidR="004D287A">
        <w:t xml:space="preserve"> </w:t>
      </w:r>
    </w:p>
    <w:p w14:paraId="0CCEB493" w14:textId="77777777" w:rsidR="00312298" w:rsidRDefault="00A73A50" w:rsidP="00312298">
      <w:pPr>
        <w:spacing w:after="180"/>
        <w:ind w:left="426"/>
      </w:pPr>
      <w:r>
        <w:t>Students choosing option A see the graph as a literal picture of the motion.</w:t>
      </w:r>
      <w:r w:rsidR="004D287A">
        <w:t xml:space="preserve"> </w:t>
      </w:r>
    </w:p>
    <w:p w14:paraId="15607ADA" w14:textId="77777777" w:rsidR="00312298" w:rsidRDefault="00A73A50" w:rsidP="00312298">
      <w:pPr>
        <w:spacing w:after="180"/>
        <w:ind w:left="426"/>
      </w:pPr>
      <w:r>
        <w:t>Those choosing B understand the significance of the gradient, but fail to appreciate the significance of the horizontal part of the graph, interpreting it as they would on a distance-time graph.</w:t>
      </w:r>
      <w:r w:rsidR="004D287A">
        <w:t xml:space="preserve"> </w:t>
      </w:r>
    </w:p>
    <w:p w14:paraId="635A3AB9" w14:textId="70F22ACA" w:rsidR="00A73A50" w:rsidRPr="000C391A" w:rsidRDefault="00D60FFA" w:rsidP="00312298">
      <w:pPr>
        <w:spacing w:after="180"/>
        <w:ind w:left="426"/>
      </w:pPr>
      <w:r>
        <w:t>Option C describes the motion that would be represented if this were a distance-time graph.</w:t>
      </w:r>
    </w:p>
    <w:p w14:paraId="303047BF" w14:textId="77777777" w:rsidR="00312298" w:rsidRDefault="00A01222" w:rsidP="00A01222">
      <w:pPr>
        <w:spacing w:after="180"/>
      </w:pPr>
      <w:r w:rsidRPr="004F039C">
        <w:t xml:space="preserve">If students have </w:t>
      </w:r>
      <w:r w:rsidR="004B1C32">
        <w:t>misunderstanding</w:t>
      </w:r>
      <w:r w:rsidRPr="004F039C">
        <w:t xml:space="preserve">s about </w:t>
      </w:r>
      <w:r w:rsidR="00153245">
        <w:t>how to interpret these qualitative velocity-time graphs</w:t>
      </w:r>
      <w:r w:rsidR="00312298">
        <w:t>, they may:</w:t>
      </w:r>
      <w:r w:rsidR="00153245" w:rsidRPr="00153245">
        <w:t xml:space="preserve"> see the graph as a literal picture</w:t>
      </w:r>
      <w:r w:rsidR="00312298">
        <w:t>;</w:t>
      </w:r>
      <w:r w:rsidR="00153245" w:rsidRPr="00153245">
        <w:t xml:space="preserve"> fail to appreciate the difference between distance-time (or displacement-time) and velocity-time graphs</w:t>
      </w:r>
      <w:r w:rsidR="00312298">
        <w:t>;</w:t>
      </w:r>
      <w:r w:rsidR="00153245" w:rsidRPr="00153245">
        <w:t xml:space="preserve"> or fail to understand the significance of the minus sign when reading velocity from the graph</w:t>
      </w:r>
      <w:r w:rsidR="00312298">
        <w:t xml:space="preserve">. </w:t>
      </w:r>
    </w:p>
    <w:p w14:paraId="258084DC" w14:textId="3B2FB49A" w:rsidR="00A01222" w:rsidRPr="00153245" w:rsidRDefault="00312298" w:rsidP="00A01222">
      <w:pPr>
        <w:spacing w:after="180"/>
      </w:pPr>
      <w:r>
        <w:t>The</w:t>
      </w:r>
      <w:r w:rsidR="00A01222" w:rsidRPr="00153245">
        <w:t xml:space="preserve"> following BEST ‘response </w:t>
      </w:r>
      <w:r w:rsidR="00F2483A" w:rsidRPr="00153245">
        <w:t>activit</w:t>
      </w:r>
      <w:r w:rsidR="004D287A">
        <w:t>y</w:t>
      </w:r>
      <w:r w:rsidR="00A01222" w:rsidRPr="00153245">
        <w:t xml:space="preserve">’ could be used </w:t>
      </w:r>
      <w:r>
        <w:t xml:space="preserve">to develop these aspects of understanding </w:t>
      </w:r>
      <w:r w:rsidR="00A01222" w:rsidRPr="00153245">
        <w:t>in follow-up to this diagnostic question:</w:t>
      </w:r>
    </w:p>
    <w:p w14:paraId="4E75A132" w14:textId="154CE24D" w:rsidR="00A01222" w:rsidRPr="00153245" w:rsidRDefault="00A01222" w:rsidP="00A01222">
      <w:pPr>
        <w:pStyle w:val="ListParagraph"/>
        <w:numPr>
          <w:ilvl w:val="0"/>
          <w:numId w:val="1"/>
        </w:numPr>
        <w:spacing w:after="180"/>
      </w:pPr>
      <w:r w:rsidRPr="00153245">
        <w:t xml:space="preserve">Response </w:t>
      </w:r>
      <w:r w:rsidR="00F2483A" w:rsidRPr="00153245">
        <w:t>activity</w:t>
      </w:r>
      <w:r w:rsidRPr="00153245">
        <w:t xml:space="preserve">: </w:t>
      </w:r>
      <w:r w:rsidR="002F16D0" w:rsidRPr="00153245">
        <w:t>Drawing the story</w:t>
      </w:r>
    </w:p>
    <w:p w14:paraId="11B5DAA0" w14:textId="77777777"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0890EF57" w14:textId="17D08164" w:rsidR="00D278E8" w:rsidRDefault="00D278E8" w:rsidP="00E172C6">
      <w:pPr>
        <w:spacing w:after="180"/>
      </w:pPr>
      <w:r>
        <w:t xml:space="preserve">Developed </w:t>
      </w:r>
      <w:r w:rsidR="0015356E">
        <w:t xml:space="preserve">by </w:t>
      </w:r>
      <w:r w:rsidR="00175BBA">
        <w:t>Simon Carson (UYSEG).</w:t>
      </w:r>
    </w:p>
    <w:p w14:paraId="3B3A8D76" w14:textId="5EF3BFEA" w:rsidR="00CC78A5" w:rsidRDefault="00D278E8" w:rsidP="00E172C6">
      <w:pPr>
        <w:spacing w:after="180"/>
      </w:pPr>
      <w:r w:rsidRPr="0045323E">
        <w:t xml:space="preserve">Images: </w:t>
      </w:r>
      <w:r w:rsidR="00175BBA">
        <w:t>Simon Carson (UYSEG)</w:t>
      </w:r>
    </w:p>
    <w:p w14:paraId="5051ABD4" w14:textId="60412B9C"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7E4CFAE9" w14:textId="77777777" w:rsidR="00B4022B" w:rsidRPr="00B4022B" w:rsidRDefault="00B4022B" w:rsidP="00312298">
      <w:pPr>
        <w:pStyle w:val="Bibliography"/>
        <w:spacing w:after="120"/>
        <w:ind w:left="426" w:hanging="426"/>
        <w:rPr>
          <w:rFonts w:ascii="Calibri" w:hAnsi="Calibri" w:cs="Calibri"/>
        </w:rPr>
      </w:pPr>
      <w:r>
        <w:rPr>
          <w:b/>
          <w:color w:val="5F497A" w:themeColor="accent4" w:themeShade="BF"/>
          <w:szCs w:val="20"/>
        </w:rPr>
        <w:fldChar w:fldCharType="begin"/>
      </w:r>
      <w:r>
        <w:rPr>
          <w:b/>
          <w:color w:val="5F497A" w:themeColor="accent4" w:themeShade="BF"/>
          <w:szCs w:val="20"/>
        </w:rPr>
        <w:instrText xml:space="preserve"> ADDIN ZOTERO_BIBL {"uncited":[],"omitted":[],"custom":[]} CSL_BIBLIOGRAPHY </w:instrText>
      </w:r>
      <w:r>
        <w:rPr>
          <w:b/>
          <w:color w:val="5F497A" w:themeColor="accent4" w:themeShade="BF"/>
          <w:szCs w:val="20"/>
        </w:rPr>
        <w:fldChar w:fldCharType="separate"/>
      </w:r>
      <w:proofErr w:type="spellStart"/>
      <w:r w:rsidRPr="00B4022B">
        <w:rPr>
          <w:rFonts w:ascii="Calibri" w:hAnsi="Calibri" w:cs="Calibri"/>
        </w:rPr>
        <w:t>Beichner</w:t>
      </w:r>
      <w:proofErr w:type="spellEnd"/>
      <w:r w:rsidRPr="00B4022B">
        <w:rPr>
          <w:rFonts w:ascii="Calibri" w:hAnsi="Calibri" w:cs="Calibri"/>
        </w:rPr>
        <w:t xml:space="preserve">, R. J. (1994) ‘Testing student interpretation of kinematics graphs’, </w:t>
      </w:r>
      <w:r w:rsidRPr="00B4022B">
        <w:rPr>
          <w:rFonts w:ascii="Calibri" w:hAnsi="Calibri" w:cs="Calibri"/>
          <w:i/>
          <w:iCs/>
        </w:rPr>
        <w:t>American Journal of Physics</w:t>
      </w:r>
      <w:r w:rsidRPr="00B4022B">
        <w:rPr>
          <w:rFonts w:ascii="Calibri" w:hAnsi="Calibri" w:cs="Calibri"/>
        </w:rPr>
        <w:t>, 62(8), pp. 750–762. doi: 10.1119/1.17449.</w:t>
      </w:r>
    </w:p>
    <w:p w14:paraId="6A42B07B" w14:textId="77777777" w:rsidR="00B4022B" w:rsidRPr="00B4022B" w:rsidRDefault="00B4022B" w:rsidP="00312298">
      <w:pPr>
        <w:pStyle w:val="Bibliography"/>
        <w:spacing w:after="120"/>
        <w:ind w:left="426" w:hanging="426"/>
        <w:rPr>
          <w:rFonts w:ascii="Calibri" w:hAnsi="Calibri" w:cs="Calibri"/>
        </w:rPr>
      </w:pPr>
      <w:r w:rsidRPr="00B4022B">
        <w:rPr>
          <w:rFonts w:ascii="Calibri" w:hAnsi="Calibri" w:cs="Calibri"/>
        </w:rPr>
        <w:t xml:space="preserve">Bollen, L. </w:t>
      </w:r>
      <w:r w:rsidRPr="00B4022B">
        <w:rPr>
          <w:rFonts w:ascii="Calibri" w:hAnsi="Calibri" w:cs="Calibri"/>
          <w:i/>
          <w:iCs/>
        </w:rPr>
        <w:t>et al.</w:t>
      </w:r>
      <w:r w:rsidRPr="00B4022B">
        <w:rPr>
          <w:rFonts w:ascii="Calibri" w:hAnsi="Calibri" w:cs="Calibri"/>
        </w:rPr>
        <w:t xml:space="preserve"> (2016) ‘Generalizing a categorization of students’ interpretations of linear kinematics graphs’, </w:t>
      </w:r>
      <w:r w:rsidRPr="00B4022B">
        <w:rPr>
          <w:rFonts w:ascii="Calibri" w:hAnsi="Calibri" w:cs="Calibri"/>
          <w:i/>
          <w:iCs/>
        </w:rPr>
        <w:t>Physical Review Physics Education Research</w:t>
      </w:r>
      <w:r w:rsidRPr="00B4022B">
        <w:rPr>
          <w:rFonts w:ascii="Calibri" w:hAnsi="Calibri" w:cs="Calibri"/>
        </w:rPr>
        <w:t>, 12(1), p. 010108. doi: 10.1103/PhysRevPhysEducRes.12.010108.</w:t>
      </w:r>
    </w:p>
    <w:p w14:paraId="1B7957FF" w14:textId="72FAD809" w:rsidR="00B4022B" w:rsidRPr="00B4022B" w:rsidRDefault="00B4022B" w:rsidP="00312298">
      <w:pPr>
        <w:pStyle w:val="Bibliography"/>
        <w:spacing w:after="120"/>
        <w:ind w:left="426" w:hanging="426"/>
        <w:rPr>
          <w:rFonts w:ascii="Calibri" w:hAnsi="Calibri" w:cs="Calibri"/>
        </w:rPr>
      </w:pPr>
      <w:r w:rsidRPr="00B4022B">
        <w:rPr>
          <w:rFonts w:ascii="Calibri" w:hAnsi="Calibri" w:cs="Calibri"/>
        </w:rPr>
        <w:t>Clement, J. (1985) ‘</w:t>
      </w:r>
      <w:r w:rsidR="00312298">
        <w:rPr>
          <w:rFonts w:ascii="Calibri" w:hAnsi="Calibri" w:cs="Calibri"/>
        </w:rPr>
        <w:t>Misconceptions in Graphing</w:t>
      </w:r>
      <w:r w:rsidRPr="00B4022B">
        <w:rPr>
          <w:rFonts w:ascii="Calibri" w:hAnsi="Calibri" w:cs="Calibri"/>
        </w:rPr>
        <w:t xml:space="preserve">’, in </w:t>
      </w:r>
      <w:r w:rsidRPr="00B4022B">
        <w:rPr>
          <w:rFonts w:ascii="Calibri" w:hAnsi="Calibri" w:cs="Calibri"/>
          <w:i/>
          <w:iCs/>
        </w:rPr>
        <w:t>Proceedings of the Ninth Conference of the International Group for the Psychology of Mathematics Education</w:t>
      </w:r>
      <w:r w:rsidRPr="00B4022B">
        <w:rPr>
          <w:rFonts w:ascii="Calibri" w:hAnsi="Calibri" w:cs="Calibri"/>
        </w:rPr>
        <w:t xml:space="preserve">. </w:t>
      </w:r>
      <w:r w:rsidRPr="00B4022B">
        <w:rPr>
          <w:rFonts w:ascii="Calibri" w:hAnsi="Calibri" w:cs="Calibri"/>
          <w:i/>
          <w:iCs/>
        </w:rPr>
        <w:t>Ninth Conference of the International Group for the Psychology of Mathematics Education, Noordwijkerhout, The Netherlands, July, 1985.</w:t>
      </w:r>
      <w:r w:rsidRPr="00B4022B">
        <w:rPr>
          <w:rFonts w:ascii="Calibri" w:hAnsi="Calibri" w:cs="Calibri"/>
        </w:rPr>
        <w:t>, Netherlands, p. 8.</w:t>
      </w:r>
    </w:p>
    <w:p w14:paraId="1931880A" w14:textId="77777777" w:rsidR="00B4022B" w:rsidRPr="00B4022B" w:rsidRDefault="00B4022B" w:rsidP="00312298">
      <w:pPr>
        <w:pStyle w:val="Bibliography"/>
        <w:spacing w:after="120"/>
        <w:ind w:left="426" w:hanging="426"/>
        <w:rPr>
          <w:rFonts w:ascii="Calibri" w:hAnsi="Calibri" w:cs="Calibri"/>
        </w:rPr>
      </w:pPr>
      <w:r w:rsidRPr="00B4022B">
        <w:rPr>
          <w:rFonts w:ascii="Calibri" w:hAnsi="Calibri" w:cs="Calibri"/>
        </w:rPr>
        <w:t xml:space="preserve">Goldberg, F. M. and Anderson, J. H. (1989) ‘Student difficulties with graphical representations of negative values of velocity’, </w:t>
      </w:r>
      <w:r w:rsidRPr="00B4022B">
        <w:rPr>
          <w:rFonts w:ascii="Calibri" w:hAnsi="Calibri" w:cs="Calibri"/>
          <w:i/>
          <w:iCs/>
        </w:rPr>
        <w:t>The Physics Teacher</w:t>
      </w:r>
      <w:r w:rsidRPr="00B4022B">
        <w:rPr>
          <w:rFonts w:ascii="Calibri" w:hAnsi="Calibri" w:cs="Calibri"/>
        </w:rPr>
        <w:t>, 27(4), pp. 254–260. doi: 10.1119/1.2342748.</w:t>
      </w:r>
    </w:p>
    <w:p w14:paraId="1C3C962A" w14:textId="77777777" w:rsidR="00B4022B" w:rsidRPr="00B4022B" w:rsidRDefault="00B4022B" w:rsidP="00312298">
      <w:pPr>
        <w:pStyle w:val="Bibliography"/>
        <w:spacing w:after="120"/>
        <w:ind w:left="426" w:hanging="426"/>
        <w:rPr>
          <w:rFonts w:ascii="Calibri" w:hAnsi="Calibri" w:cs="Calibri"/>
        </w:rPr>
      </w:pPr>
      <w:r w:rsidRPr="00B4022B">
        <w:rPr>
          <w:rFonts w:ascii="Calibri" w:hAnsi="Calibri" w:cs="Calibri"/>
        </w:rPr>
        <w:t xml:space="preserve">Leinhardt, G., Zaslavsky, O. and Stein, M. K. (1990) ‘Functions, Graphs, and Graphing: Tasks, Learning, and Teaching’, </w:t>
      </w:r>
      <w:r w:rsidRPr="00B4022B">
        <w:rPr>
          <w:rFonts w:ascii="Calibri" w:hAnsi="Calibri" w:cs="Calibri"/>
          <w:i/>
          <w:iCs/>
        </w:rPr>
        <w:t>Review of Educational Research</w:t>
      </w:r>
      <w:r w:rsidRPr="00B4022B">
        <w:rPr>
          <w:rFonts w:ascii="Calibri" w:hAnsi="Calibri" w:cs="Calibri"/>
        </w:rPr>
        <w:t>, 60(1), p. 64.</w:t>
      </w:r>
    </w:p>
    <w:p w14:paraId="5B599B61" w14:textId="77777777" w:rsidR="00B4022B" w:rsidRPr="00B4022B" w:rsidRDefault="00B4022B" w:rsidP="00312298">
      <w:pPr>
        <w:pStyle w:val="Bibliography"/>
        <w:spacing w:after="120"/>
        <w:ind w:left="426" w:hanging="426"/>
        <w:rPr>
          <w:rFonts w:ascii="Calibri" w:hAnsi="Calibri" w:cs="Calibri"/>
        </w:rPr>
      </w:pPr>
      <w:r w:rsidRPr="00B4022B">
        <w:rPr>
          <w:rFonts w:ascii="Calibri" w:hAnsi="Calibri" w:cs="Calibri"/>
        </w:rPr>
        <w:t xml:space="preserve">McDermott, L. C., Rosenquist, M. L. and van Zee, E. H. (1987) ‘Student difficulties in connecting graphs and physics: Examples from kinematics’, </w:t>
      </w:r>
      <w:r w:rsidRPr="00B4022B">
        <w:rPr>
          <w:rFonts w:ascii="Calibri" w:hAnsi="Calibri" w:cs="Calibri"/>
          <w:i/>
          <w:iCs/>
        </w:rPr>
        <w:t>American Journal of Physics</w:t>
      </w:r>
      <w:r w:rsidRPr="00B4022B">
        <w:rPr>
          <w:rFonts w:ascii="Calibri" w:hAnsi="Calibri" w:cs="Calibri"/>
        </w:rPr>
        <w:t>, 55(6), pp. 503–513. doi: 10.1119/1.15104.</w:t>
      </w:r>
    </w:p>
    <w:p w14:paraId="3F32E68D" w14:textId="6C3FAE33" w:rsidR="00B4022B" w:rsidRPr="00B4022B" w:rsidRDefault="00B4022B" w:rsidP="00312298">
      <w:pPr>
        <w:spacing w:after="120"/>
        <w:ind w:left="426" w:hanging="426"/>
        <w:rPr>
          <w:b/>
          <w:color w:val="5F497A" w:themeColor="accent4" w:themeShade="BF"/>
          <w:szCs w:val="20"/>
        </w:rPr>
      </w:pPr>
      <w:r>
        <w:rPr>
          <w:b/>
          <w:color w:val="5F497A" w:themeColor="accent4" w:themeShade="BF"/>
          <w:szCs w:val="20"/>
        </w:rPr>
        <w:fldChar w:fldCharType="end"/>
      </w:r>
      <w:bookmarkStart w:id="0" w:name="_GoBack"/>
      <w:bookmarkEnd w:id="0"/>
    </w:p>
    <w:sectPr w:rsidR="00B4022B" w:rsidRPr="00B4022B"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82681D" w14:textId="77777777" w:rsidR="0029783D" w:rsidRDefault="0029783D" w:rsidP="000B473B">
      <w:r>
        <w:separator/>
      </w:r>
    </w:p>
  </w:endnote>
  <w:endnote w:type="continuationSeparator" w:id="0">
    <w:p w14:paraId="499E27C4" w14:textId="77777777" w:rsidR="0029783D" w:rsidRDefault="0029783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130F1"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413E748" wp14:editId="2A9C71C6">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BDC8CE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B2831">
      <w:rPr>
        <w:noProof/>
      </w:rPr>
      <w:t>3</w:t>
    </w:r>
    <w:r>
      <w:rPr>
        <w:noProof/>
      </w:rPr>
      <w:fldChar w:fldCharType="end"/>
    </w:r>
  </w:p>
  <w:p w14:paraId="35AF7AF2"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280C773F"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71A4DE" w14:textId="77777777" w:rsidR="0029783D" w:rsidRDefault="0029783D" w:rsidP="000B473B">
      <w:r>
        <w:separator/>
      </w:r>
    </w:p>
  </w:footnote>
  <w:footnote w:type="continuationSeparator" w:id="0">
    <w:p w14:paraId="564F0657" w14:textId="77777777" w:rsidR="0029783D" w:rsidRDefault="0029783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F273B"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2CA8582" wp14:editId="3E70BFB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676BF9F" wp14:editId="14A1F3D5">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98B581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A257A"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4EC590BF" wp14:editId="0C4EC4BC">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4DE0F80" wp14:editId="16058BFA">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556EFD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9DB8157C"/>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A1B5A67"/>
    <w:multiLevelType w:val="hybridMultilevel"/>
    <w:tmpl w:val="0F7C84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CE165F"/>
    <w:multiLevelType w:val="hybridMultilevel"/>
    <w:tmpl w:val="063A2F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6540B4E"/>
    <w:multiLevelType w:val="hybridMultilevel"/>
    <w:tmpl w:val="68C008AE"/>
    <w:lvl w:ilvl="0" w:tplc="DE027036">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3E8"/>
    <w:rsid w:val="00015578"/>
    <w:rsid w:val="00024731"/>
    <w:rsid w:val="00026DEC"/>
    <w:rsid w:val="00050509"/>
    <w:rsid w:val="000505CA"/>
    <w:rsid w:val="0005474B"/>
    <w:rsid w:val="00070F1D"/>
    <w:rsid w:val="0007651D"/>
    <w:rsid w:val="00083863"/>
    <w:rsid w:val="0009089A"/>
    <w:rsid w:val="000947E2"/>
    <w:rsid w:val="00095E04"/>
    <w:rsid w:val="000A01EB"/>
    <w:rsid w:val="000A0D12"/>
    <w:rsid w:val="000B0023"/>
    <w:rsid w:val="000B11B1"/>
    <w:rsid w:val="000B473B"/>
    <w:rsid w:val="000C391A"/>
    <w:rsid w:val="000D0E89"/>
    <w:rsid w:val="000E2689"/>
    <w:rsid w:val="00142613"/>
    <w:rsid w:val="00144DA7"/>
    <w:rsid w:val="00153245"/>
    <w:rsid w:val="0015356E"/>
    <w:rsid w:val="00161D3F"/>
    <w:rsid w:val="00175BBA"/>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9783D"/>
    <w:rsid w:val="002B5D71"/>
    <w:rsid w:val="002C22EA"/>
    <w:rsid w:val="002C59BA"/>
    <w:rsid w:val="002C79AE"/>
    <w:rsid w:val="002F16D0"/>
    <w:rsid w:val="00301AA9"/>
    <w:rsid w:val="003117F6"/>
    <w:rsid w:val="00312298"/>
    <w:rsid w:val="003334B8"/>
    <w:rsid w:val="003533B8"/>
    <w:rsid w:val="003752BE"/>
    <w:rsid w:val="003A346A"/>
    <w:rsid w:val="003B2917"/>
    <w:rsid w:val="003B541B"/>
    <w:rsid w:val="003D41FB"/>
    <w:rsid w:val="003E0218"/>
    <w:rsid w:val="003E2B2F"/>
    <w:rsid w:val="003E6046"/>
    <w:rsid w:val="003F16F9"/>
    <w:rsid w:val="00430C1F"/>
    <w:rsid w:val="00442595"/>
    <w:rsid w:val="0045323E"/>
    <w:rsid w:val="004B0EE1"/>
    <w:rsid w:val="004B1C32"/>
    <w:rsid w:val="004C5D20"/>
    <w:rsid w:val="004D0D83"/>
    <w:rsid w:val="004D287A"/>
    <w:rsid w:val="004E1DF1"/>
    <w:rsid w:val="004E5592"/>
    <w:rsid w:val="0050055B"/>
    <w:rsid w:val="00524710"/>
    <w:rsid w:val="00532E94"/>
    <w:rsid w:val="00535269"/>
    <w:rsid w:val="00555342"/>
    <w:rsid w:val="005560E2"/>
    <w:rsid w:val="005A452E"/>
    <w:rsid w:val="005A6EE7"/>
    <w:rsid w:val="005F13E8"/>
    <w:rsid w:val="005F1A7B"/>
    <w:rsid w:val="006355D8"/>
    <w:rsid w:val="00642ECD"/>
    <w:rsid w:val="006502A0"/>
    <w:rsid w:val="006772F5"/>
    <w:rsid w:val="006A4440"/>
    <w:rsid w:val="006B0615"/>
    <w:rsid w:val="006D166B"/>
    <w:rsid w:val="006E363D"/>
    <w:rsid w:val="006F3279"/>
    <w:rsid w:val="00704AEE"/>
    <w:rsid w:val="007125F2"/>
    <w:rsid w:val="00722F9A"/>
    <w:rsid w:val="00724104"/>
    <w:rsid w:val="007335F1"/>
    <w:rsid w:val="00754539"/>
    <w:rsid w:val="007629F3"/>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A5835"/>
    <w:rsid w:val="008C7F34"/>
    <w:rsid w:val="008E580C"/>
    <w:rsid w:val="0090047A"/>
    <w:rsid w:val="00925026"/>
    <w:rsid w:val="00931264"/>
    <w:rsid w:val="00942A4B"/>
    <w:rsid w:val="00961D59"/>
    <w:rsid w:val="00985B2A"/>
    <w:rsid w:val="009B2D55"/>
    <w:rsid w:val="009C0343"/>
    <w:rsid w:val="009E0D11"/>
    <w:rsid w:val="009E6AC9"/>
    <w:rsid w:val="009F2253"/>
    <w:rsid w:val="00A01222"/>
    <w:rsid w:val="00A24A16"/>
    <w:rsid w:val="00A37D14"/>
    <w:rsid w:val="00A6111E"/>
    <w:rsid w:val="00A6168B"/>
    <w:rsid w:val="00A62028"/>
    <w:rsid w:val="00A73A50"/>
    <w:rsid w:val="00AA5B77"/>
    <w:rsid w:val="00AA6236"/>
    <w:rsid w:val="00AA70A7"/>
    <w:rsid w:val="00AB6AE7"/>
    <w:rsid w:val="00AD21F5"/>
    <w:rsid w:val="00AE26C3"/>
    <w:rsid w:val="00B02BC1"/>
    <w:rsid w:val="00B06225"/>
    <w:rsid w:val="00B21D0C"/>
    <w:rsid w:val="00B23C7A"/>
    <w:rsid w:val="00B259F1"/>
    <w:rsid w:val="00B305F5"/>
    <w:rsid w:val="00B4022B"/>
    <w:rsid w:val="00B46FF9"/>
    <w:rsid w:val="00B47E1D"/>
    <w:rsid w:val="00B737FB"/>
    <w:rsid w:val="00B75483"/>
    <w:rsid w:val="00BA7952"/>
    <w:rsid w:val="00BB44B4"/>
    <w:rsid w:val="00BF0BBF"/>
    <w:rsid w:val="00BF6C8A"/>
    <w:rsid w:val="00C02F09"/>
    <w:rsid w:val="00C03DFD"/>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60FFA"/>
    <w:rsid w:val="00D72FEF"/>
    <w:rsid w:val="00D755FA"/>
    <w:rsid w:val="00DC180D"/>
    <w:rsid w:val="00DC4A4E"/>
    <w:rsid w:val="00DC5F4F"/>
    <w:rsid w:val="00DD1874"/>
    <w:rsid w:val="00DD63BD"/>
    <w:rsid w:val="00DF05DB"/>
    <w:rsid w:val="00DF3A8F"/>
    <w:rsid w:val="00DF7E20"/>
    <w:rsid w:val="00E172C6"/>
    <w:rsid w:val="00E231DD"/>
    <w:rsid w:val="00E24309"/>
    <w:rsid w:val="00E53D82"/>
    <w:rsid w:val="00E9330A"/>
    <w:rsid w:val="00EC229A"/>
    <w:rsid w:val="00EE6B97"/>
    <w:rsid w:val="00F12C3B"/>
    <w:rsid w:val="00F2483A"/>
    <w:rsid w:val="00F26884"/>
    <w:rsid w:val="00F72ECC"/>
    <w:rsid w:val="00F8355F"/>
    <w:rsid w:val="00FA3196"/>
    <w:rsid w:val="00FB2831"/>
    <w:rsid w:val="00FD17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2A72EA"/>
  <w15:docId w15:val="{01805B55-8C4B-408C-AC56-88F9B44F8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B4022B"/>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32276624">
      <w:bodyDiv w:val="1"/>
      <w:marLeft w:val="0"/>
      <w:marRight w:val="0"/>
      <w:marTop w:val="0"/>
      <w:marBottom w:val="0"/>
      <w:divBdr>
        <w:top w:val="none" w:sz="0" w:space="0" w:color="auto"/>
        <w:left w:val="none" w:sz="0" w:space="0" w:color="auto"/>
        <w:bottom w:val="none" w:sz="0" w:space="0" w:color="auto"/>
        <w:right w:val="none" w:sz="0" w:space="0" w:color="auto"/>
      </w:divBdr>
    </w:div>
    <w:div w:id="812135820">
      <w:bodyDiv w:val="1"/>
      <w:marLeft w:val="0"/>
      <w:marRight w:val="0"/>
      <w:marTop w:val="0"/>
      <w:marBottom w:val="0"/>
      <w:divBdr>
        <w:top w:val="none" w:sz="0" w:space="0" w:color="auto"/>
        <w:left w:val="none" w:sz="0" w:space="0" w:color="auto"/>
        <w:bottom w:val="none" w:sz="0" w:space="0" w:color="auto"/>
        <w:right w:val="none" w:sz="0" w:space="0" w:color="auto"/>
      </w:divBdr>
    </w:div>
    <w:div w:id="921839947">
      <w:bodyDiv w:val="1"/>
      <w:marLeft w:val="0"/>
      <w:marRight w:val="0"/>
      <w:marTop w:val="0"/>
      <w:marBottom w:val="0"/>
      <w:divBdr>
        <w:top w:val="none" w:sz="0" w:space="0" w:color="auto"/>
        <w:left w:val="none" w:sz="0" w:space="0" w:color="auto"/>
        <w:bottom w:val="none" w:sz="0" w:space="0" w:color="auto"/>
        <w:right w:val="none" w:sz="0" w:space="0" w:color="auto"/>
      </w:divBdr>
    </w:div>
    <w:div w:id="962151281">
      <w:bodyDiv w:val="1"/>
      <w:marLeft w:val="0"/>
      <w:marRight w:val="0"/>
      <w:marTop w:val="0"/>
      <w:marBottom w:val="0"/>
      <w:divBdr>
        <w:top w:val="none" w:sz="0" w:space="0" w:color="auto"/>
        <w:left w:val="none" w:sz="0" w:space="0" w:color="auto"/>
        <w:bottom w:val="none" w:sz="0" w:space="0" w:color="auto"/>
        <w:right w:val="none" w:sz="0" w:space="0" w:color="auto"/>
      </w:divBdr>
    </w:div>
    <w:div w:id="1146706652">
      <w:bodyDiv w:val="1"/>
      <w:marLeft w:val="0"/>
      <w:marRight w:val="0"/>
      <w:marTop w:val="0"/>
      <w:marBottom w:val="0"/>
      <w:divBdr>
        <w:top w:val="none" w:sz="0" w:space="0" w:color="auto"/>
        <w:left w:val="none" w:sz="0" w:space="0" w:color="auto"/>
        <w:bottom w:val="none" w:sz="0" w:space="0" w:color="auto"/>
        <w:right w:val="none" w:sz="0" w:space="0" w:color="auto"/>
      </w:divBdr>
    </w:div>
    <w:div w:id="1190559043">
      <w:bodyDiv w:val="1"/>
      <w:marLeft w:val="0"/>
      <w:marRight w:val="0"/>
      <w:marTop w:val="0"/>
      <w:marBottom w:val="0"/>
      <w:divBdr>
        <w:top w:val="none" w:sz="0" w:space="0" w:color="auto"/>
        <w:left w:val="none" w:sz="0" w:space="0" w:color="auto"/>
        <w:bottom w:val="none" w:sz="0" w:space="0" w:color="auto"/>
        <w:right w:val="none" w:sz="0" w:space="0" w:color="auto"/>
      </w:divBdr>
    </w:div>
    <w:div w:id="1299720251">
      <w:bodyDiv w:val="1"/>
      <w:marLeft w:val="0"/>
      <w:marRight w:val="0"/>
      <w:marTop w:val="0"/>
      <w:marBottom w:val="0"/>
      <w:divBdr>
        <w:top w:val="none" w:sz="0" w:space="0" w:color="auto"/>
        <w:left w:val="none" w:sz="0" w:space="0" w:color="auto"/>
        <w:bottom w:val="none" w:sz="0" w:space="0" w:color="auto"/>
        <w:right w:val="none" w:sz="0" w:space="0" w:color="auto"/>
      </w:divBdr>
    </w:div>
    <w:div w:id="1415785537">
      <w:bodyDiv w:val="1"/>
      <w:marLeft w:val="0"/>
      <w:marRight w:val="0"/>
      <w:marTop w:val="0"/>
      <w:marBottom w:val="0"/>
      <w:divBdr>
        <w:top w:val="none" w:sz="0" w:space="0" w:color="auto"/>
        <w:left w:val="none" w:sz="0" w:space="0" w:color="auto"/>
        <w:bottom w:val="none" w:sz="0" w:space="0" w:color="auto"/>
        <w:right w:val="none" w:sz="0" w:space="0" w:color="auto"/>
      </w:divBdr>
    </w:div>
    <w:div w:id="1557426240">
      <w:bodyDiv w:val="1"/>
      <w:marLeft w:val="0"/>
      <w:marRight w:val="0"/>
      <w:marTop w:val="0"/>
      <w:marBottom w:val="0"/>
      <w:divBdr>
        <w:top w:val="none" w:sz="0" w:space="0" w:color="auto"/>
        <w:left w:val="none" w:sz="0" w:space="0" w:color="auto"/>
        <w:bottom w:val="none" w:sz="0" w:space="0" w:color="auto"/>
        <w:right w:val="none" w:sz="0" w:space="0" w:color="auto"/>
      </w:divBdr>
    </w:div>
    <w:div w:id="1570337254">
      <w:bodyDiv w:val="1"/>
      <w:marLeft w:val="0"/>
      <w:marRight w:val="0"/>
      <w:marTop w:val="0"/>
      <w:marBottom w:val="0"/>
      <w:divBdr>
        <w:top w:val="none" w:sz="0" w:space="0" w:color="auto"/>
        <w:left w:val="none" w:sz="0" w:space="0" w:color="auto"/>
        <w:bottom w:val="none" w:sz="0" w:space="0" w:color="auto"/>
        <w:right w:val="none" w:sz="0" w:space="0" w:color="auto"/>
      </w:divBdr>
    </w:div>
    <w:div w:id="1868368022">
      <w:bodyDiv w:val="1"/>
      <w:marLeft w:val="0"/>
      <w:marRight w:val="0"/>
      <w:marTop w:val="0"/>
      <w:marBottom w:val="0"/>
      <w:divBdr>
        <w:top w:val="none" w:sz="0" w:space="0" w:color="auto"/>
        <w:left w:val="none" w:sz="0" w:space="0" w:color="auto"/>
        <w:bottom w:val="none" w:sz="0" w:space="0" w:color="auto"/>
        <w:right w:val="none" w:sz="0" w:space="0" w:color="auto"/>
      </w:divBdr>
    </w:div>
    <w:div w:id="209866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BEST\forcesAndMotionReseach\new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197</TotalTime>
  <Pages>6</Pages>
  <Words>1463</Words>
  <Characters>8341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Peter Fairhurst</cp:lastModifiedBy>
  <cp:revision>26</cp:revision>
  <cp:lastPrinted>2017-02-24T16:20:00Z</cp:lastPrinted>
  <dcterms:created xsi:type="dcterms:W3CDTF">2021-08-30T15:01:00Z</dcterms:created>
  <dcterms:modified xsi:type="dcterms:W3CDTF">2022-01-06T13:57:00Z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id="wzaLSFiB"/&gt;&lt;style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